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6D18E" w14:textId="77777777" w:rsidR="00EF5BFD" w:rsidRDefault="00EF5BFD" w:rsidP="001D6A9C">
      <w:pPr>
        <w:pStyle w:val="berschrift1"/>
      </w:pPr>
      <w:r w:rsidRPr="00507431">
        <w:t>Java</w:t>
      </w:r>
      <w:r>
        <w:t>-</w:t>
      </w:r>
      <w:r w:rsidRPr="00507431">
        <w:t>Editor und SQLite</w:t>
      </w:r>
      <w:r>
        <w:t>-</w:t>
      </w:r>
      <w:r w:rsidRPr="00507431">
        <w:t>Datenbanken</w:t>
      </w:r>
    </w:p>
    <w:p w14:paraId="7A021CE2" w14:textId="2F534BFC" w:rsidR="00EF5BFD" w:rsidRDefault="00EF5BFD" w:rsidP="00EF5BFD">
      <w:r>
        <w:t>Um ein Java-Programm zu erstellen, das eine SQLite-Datenbank</w:t>
      </w:r>
      <w:r w:rsidR="00CF35A0">
        <w:rPr>
          <w:rStyle w:val="Funotenzeichen"/>
        </w:rPr>
        <w:footnoteReference w:id="1"/>
      </w:r>
      <w:r>
        <w:t xml:space="preserve"> verwendet, müssen </w:t>
      </w:r>
      <w:r w:rsidR="00CF35A0">
        <w:t xml:space="preserve">in der Entwicklungsumgebung </w:t>
      </w:r>
      <w:r>
        <w:t>ein paar Vorbereitungen getroffen werden. Die notwendigen Schritte werden</w:t>
      </w:r>
      <w:r w:rsidR="00CF35A0">
        <w:t xml:space="preserve"> für den Java-Editor</w:t>
      </w:r>
      <w:r w:rsidR="00CF35A0">
        <w:rPr>
          <w:rStyle w:val="Funotenzeichen"/>
        </w:rPr>
        <w:footnoteReference w:id="2"/>
      </w:r>
      <w:r>
        <w:t xml:space="preserve"> im Folgenden erklärt.</w:t>
      </w:r>
    </w:p>
    <w:p w14:paraId="3E1B044F" w14:textId="77777777" w:rsidR="00EF5BFD" w:rsidRPr="001D6A9C" w:rsidRDefault="00EF5BFD" w:rsidP="001D6A9C">
      <w:pPr>
        <w:pStyle w:val="berschrift2"/>
        <w:rPr>
          <w:b/>
          <w:bCs/>
        </w:rPr>
      </w:pPr>
      <w:r w:rsidRPr="001D6A9C">
        <w:rPr>
          <w:b/>
          <w:bCs/>
        </w:rPr>
        <w:t>Schritt 1:</w:t>
      </w:r>
    </w:p>
    <w:p w14:paraId="2D812E6E" w14:textId="1A50046A" w:rsidR="00EF5BFD" w:rsidRDefault="00EF5BFD" w:rsidP="00EF5BFD">
      <w:r>
        <w:t>Zunächst muss de</w:t>
      </w:r>
      <w:r w:rsidR="00011CD9">
        <w:t xml:space="preserve">r </w:t>
      </w:r>
      <w:r w:rsidR="00176248">
        <w:t xml:space="preserve">aktuelle </w:t>
      </w:r>
      <w:r w:rsidR="00BA67B4">
        <w:t>S</w:t>
      </w:r>
      <w:r w:rsidR="0037111B">
        <w:t>Q</w:t>
      </w:r>
      <w:r w:rsidR="00BA67B4">
        <w:t xml:space="preserve">Lite JDBC </w:t>
      </w:r>
      <w:r w:rsidR="00011CD9">
        <w:t>Treiber für die Kommunikation mit</w:t>
      </w:r>
      <w:r w:rsidR="00176248">
        <w:t xml:space="preserve"> einer</w:t>
      </w:r>
      <w:r w:rsidR="00011CD9">
        <w:t xml:space="preserve"> SQ</w:t>
      </w:r>
      <w:r w:rsidR="0037111B">
        <w:t>L</w:t>
      </w:r>
      <w:r w:rsidR="00011CD9">
        <w:t xml:space="preserve">ite-Datenbank </w:t>
      </w:r>
      <w:r w:rsidR="00176248">
        <w:t>heruntergeladen werden</w:t>
      </w:r>
      <w:r w:rsidR="00BA67B4">
        <w:t>. Zum Zeitpunkt der Erstellung dieser Anleitung bestand der Treiber aus zwei jar-Dateien (</w:t>
      </w:r>
      <w:r w:rsidR="00BA67B4" w:rsidRPr="00BA67B4">
        <w:rPr>
          <w:i/>
          <w:iCs/>
        </w:rPr>
        <w:t>sqlite-jdbc-X.X.X.X.jar</w:t>
      </w:r>
      <w:r w:rsidR="00BA67B4">
        <w:t xml:space="preserve"> und </w:t>
      </w:r>
      <w:r w:rsidR="00BA67B4" w:rsidRPr="00BA67B4">
        <w:rPr>
          <w:i/>
          <w:iCs/>
        </w:rPr>
        <w:t>slf4j-api-X.X.X.jar</w:t>
      </w:r>
      <w:r w:rsidR="00BA67B4">
        <w:t xml:space="preserve">), die </w:t>
      </w:r>
      <w:r w:rsidR="00176248">
        <w:t xml:space="preserve">z. B. </w:t>
      </w:r>
      <w:r w:rsidR="00BA67B4">
        <w:t>über GitHub</w:t>
      </w:r>
      <w:r w:rsidR="0037111B">
        <w:rPr>
          <w:rStyle w:val="Funotenzeichen"/>
        </w:rPr>
        <w:footnoteReference w:id="3"/>
      </w:r>
      <w:r w:rsidR="00BA67B4">
        <w:t xml:space="preserve"> erhältlich sind</w:t>
      </w:r>
      <w:r w:rsidR="00176248">
        <w:t>.</w:t>
      </w:r>
      <w:r>
        <w:t xml:space="preserve"> </w:t>
      </w:r>
      <w:r w:rsidR="00BA67B4" w:rsidRPr="00BA67B4">
        <w:t xml:space="preserve">Die </w:t>
      </w:r>
      <w:r w:rsidR="00BA67B4">
        <w:rPr>
          <w:i/>
          <w:iCs/>
        </w:rPr>
        <w:t>X</w:t>
      </w:r>
      <w:r>
        <w:t xml:space="preserve"> </w:t>
      </w:r>
      <w:r w:rsidR="00176248">
        <w:t>im Dateinamen steh</w:t>
      </w:r>
      <w:r w:rsidR="00BA67B4">
        <w:t>en</w:t>
      </w:r>
      <w:r w:rsidR="00176248">
        <w:t xml:space="preserve"> für die aktuelle </w:t>
      </w:r>
      <w:r>
        <w:t>Versionsnummer. Die Datei</w:t>
      </w:r>
      <w:r w:rsidR="00BA67B4">
        <w:t>en</w:t>
      </w:r>
      <w:r>
        <w:t xml:space="preserve"> k</w:t>
      </w:r>
      <w:r w:rsidR="00BA67B4">
        <w:t>önnen</w:t>
      </w:r>
      <w:r>
        <w:t xml:space="preserve"> an einem beliebigen Ort abgespeichert werden</w:t>
      </w:r>
      <w:r w:rsidR="0037111B">
        <w:t>.</w:t>
      </w:r>
      <w:r>
        <w:t xml:space="preserve"> </w:t>
      </w:r>
      <w:r w:rsidR="0037111B">
        <w:t>W</w:t>
      </w:r>
      <w:r>
        <w:t>ichtig ist, dass man sich den Speicherort merkt</w:t>
      </w:r>
      <w:r w:rsidR="0037111B">
        <w:t>, um den Dateipfad im nächsten Schritt im JavaEditor zu hinterlegen</w:t>
      </w:r>
      <w:r>
        <w:t xml:space="preserve">. </w:t>
      </w:r>
      <w:r w:rsidR="006F743D">
        <w:t>Im Beispiel in Abbildung 2 wurde</w:t>
      </w:r>
      <w:r w:rsidR="00BA67B4">
        <w:t xml:space="preserve">n die </w:t>
      </w:r>
      <w:r>
        <w:t>Datei</w:t>
      </w:r>
      <w:r w:rsidR="00BA67B4">
        <w:t>en</w:t>
      </w:r>
      <w:r>
        <w:t xml:space="preserve"> </w:t>
      </w:r>
      <w:r w:rsidR="006F743D">
        <w:t xml:space="preserve">in einem Ordner </w:t>
      </w:r>
      <w:r w:rsidR="006F743D" w:rsidRPr="006F743D">
        <w:rPr>
          <w:i/>
          <w:iCs/>
        </w:rPr>
        <w:t>sqlite</w:t>
      </w:r>
      <w:r w:rsidR="006F743D">
        <w:t xml:space="preserve"> auf Laufwerk C gespeichert.</w:t>
      </w:r>
    </w:p>
    <w:p w14:paraId="4FDF02BC" w14:textId="77777777" w:rsidR="00EF5BFD" w:rsidRPr="00DA5BEE" w:rsidRDefault="00EF5BFD" w:rsidP="00DA5BEE">
      <w:pPr>
        <w:pStyle w:val="berschrift2"/>
        <w:rPr>
          <w:b/>
          <w:bCs/>
        </w:rPr>
      </w:pPr>
      <w:r w:rsidRPr="00DA5BEE">
        <w:rPr>
          <w:b/>
          <w:bCs/>
        </w:rPr>
        <w:t>Schritt 2:</w:t>
      </w:r>
    </w:p>
    <w:p w14:paraId="3978B8CB" w14:textId="13A87570" w:rsidR="00EF5BFD" w:rsidRDefault="00DA5BEE" w:rsidP="00EF5BFD">
      <w:r>
        <w:rPr>
          <w:noProof/>
        </w:rPr>
        <mc:AlternateContent>
          <mc:Choice Requires="wpg">
            <w:drawing>
              <wp:anchor distT="0" distB="0" distL="114300" distR="114300" simplePos="0" relativeHeight="251662336" behindDoc="0" locked="0" layoutInCell="1" allowOverlap="1" wp14:anchorId="75FD7CC6" wp14:editId="188B91E7">
                <wp:simplePos x="0" y="0"/>
                <wp:positionH relativeFrom="margin">
                  <wp:align>left</wp:align>
                </wp:positionH>
                <wp:positionV relativeFrom="paragraph">
                  <wp:posOffset>596624</wp:posOffset>
                </wp:positionV>
                <wp:extent cx="5162550" cy="2524125"/>
                <wp:effectExtent l="0" t="0" r="0" b="9525"/>
                <wp:wrapTopAndBottom/>
                <wp:docPr id="13" name="Gruppieren 13"/>
                <wp:cNvGraphicFramePr/>
                <a:graphic xmlns:a="http://schemas.openxmlformats.org/drawingml/2006/main">
                  <a:graphicData uri="http://schemas.microsoft.com/office/word/2010/wordprocessingGroup">
                    <wpg:wgp>
                      <wpg:cNvGrpSpPr/>
                      <wpg:grpSpPr>
                        <a:xfrm>
                          <a:off x="0" y="0"/>
                          <a:ext cx="5162550" cy="2524125"/>
                          <a:chOff x="0" y="0"/>
                          <a:chExt cx="5162550" cy="2524125"/>
                        </a:xfrm>
                      </wpg:grpSpPr>
                      <wpg:grpSp>
                        <wpg:cNvPr id="10" name="Gruppieren 10"/>
                        <wpg:cNvGrpSpPr/>
                        <wpg:grpSpPr>
                          <a:xfrm>
                            <a:off x="0" y="0"/>
                            <a:ext cx="5162550" cy="2219325"/>
                            <a:chOff x="0" y="0"/>
                            <a:chExt cx="5162550" cy="2219325"/>
                          </a:xfrm>
                        </wpg:grpSpPr>
                        <pic:pic xmlns:pic="http://schemas.openxmlformats.org/drawingml/2006/picture">
                          <pic:nvPicPr>
                            <pic:cNvPr id="1" name="Grafik 1"/>
                            <pic:cNvPicPr>
                              <a:picLocks noChangeAspect="1"/>
                            </pic:cNvPicPr>
                          </pic:nvPicPr>
                          <pic:blipFill rotWithShape="1">
                            <a:blip r:embed="rId8">
                              <a:extLst>
                                <a:ext uri="{28A0092B-C50C-407E-A947-70E740481C1C}">
                                  <a14:useLocalDpi xmlns:a14="http://schemas.microsoft.com/office/drawing/2010/main" val="0"/>
                                </a:ext>
                              </a:extLst>
                            </a:blip>
                            <a:srcRect l="2976" t="16244" r="44941" b="44802"/>
                            <a:stretch/>
                          </pic:blipFill>
                          <pic:spPr bwMode="auto">
                            <a:xfrm>
                              <a:off x="0" y="47625"/>
                              <a:ext cx="5162550" cy="2171700"/>
                            </a:xfrm>
                            <a:prstGeom prst="rect">
                              <a:avLst/>
                            </a:prstGeom>
                            <a:ln>
                              <a:noFill/>
                            </a:ln>
                            <a:extLst>
                              <a:ext uri="{53640926-AAD7-44D8-BBD7-CCE9431645EC}">
                                <a14:shadowObscured xmlns:a14="http://schemas.microsoft.com/office/drawing/2010/main"/>
                              </a:ext>
                            </a:extLst>
                          </pic:spPr>
                        </pic:pic>
                        <wps:wsp>
                          <wps:cNvPr id="2" name="Gerade Verbindung mit Pfeil 2"/>
                          <wps:cNvCnPr/>
                          <wps:spPr>
                            <a:xfrm flipH="1">
                              <a:off x="2686050" y="0"/>
                              <a:ext cx="314325" cy="1543050"/>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wpg:grpSp>
                      <wps:wsp>
                        <wps:cNvPr id="12" name="Textfeld 12"/>
                        <wps:cNvSpPr txBox="1"/>
                        <wps:spPr>
                          <a:xfrm>
                            <a:off x="0" y="2257425"/>
                            <a:ext cx="5162550" cy="266700"/>
                          </a:xfrm>
                          <a:prstGeom prst="rect">
                            <a:avLst/>
                          </a:prstGeom>
                          <a:solidFill>
                            <a:prstClr val="white"/>
                          </a:solidFill>
                          <a:ln>
                            <a:noFill/>
                          </a:ln>
                        </wps:spPr>
                        <wps:txbx>
                          <w:txbxContent>
                            <w:p w14:paraId="2BB057EC" w14:textId="182EF68E" w:rsidR="00DA5BEE" w:rsidRPr="00B20445" w:rsidRDefault="00DA5BEE" w:rsidP="00DA5BEE">
                              <w:pPr>
                                <w:pStyle w:val="UnterschriftINFSII"/>
                                <w:rPr>
                                  <w:noProof/>
                                </w:rPr>
                              </w:pPr>
                              <w:r>
                                <w:t xml:space="preserve">Abbildung </w:t>
                              </w:r>
                              <w:r>
                                <w:fldChar w:fldCharType="begin"/>
                              </w:r>
                              <w:r>
                                <w:instrText xml:space="preserve"> SEQ Abbildung \* ARABIC </w:instrText>
                              </w:r>
                              <w:r>
                                <w:fldChar w:fldCharType="separate"/>
                              </w:r>
                              <w:r w:rsidR="005E60A5">
                                <w:rPr>
                                  <w:noProof/>
                                </w:rPr>
                                <w:t>1</w:t>
                              </w:r>
                              <w:r>
                                <w:rPr>
                                  <w:noProof/>
                                </w:rPr>
                                <w:fldChar w:fldCharType="end"/>
                              </w:r>
                              <w:r>
                                <w:t xml:space="preserve">: Öffnen </w:t>
                              </w:r>
                              <w:r w:rsidR="00864A13">
                                <w:t>des Fensters</w:t>
                              </w:r>
                              <w:r>
                                <w:t xml:space="preserve"> zur Konfiguration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75FD7CC6" id="Gruppieren 13" o:spid="_x0000_s1026" style="position:absolute;margin-left:0;margin-top:47pt;width:406.5pt;height:198.75pt;z-index:251662336;mso-position-horizontal:left;mso-position-horizontal-relative:margin" coordsize="51625,25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">
                <v:group id="Gruppieren 10" o:spid="_x0000_s1027" style="position:absolute;width:51625;height:22193" coordsize="51625,22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8" type="#_x0000_t75" style="position:absolute;top:476;width:51625;height:217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">
                    <v:imagedata r:id="rId9" o:title="" croptop="10646f" cropbottom="29361f" cropleft="1950f" cropright="29453f"/>
                  </v:shape>
                  <v:shapetype id="_x0000_t32" coordsize="21600,21600" o:spt="32" o:oned="t" path="m,l21600,21600e" filled="f">
                    <v:path arrowok="t" fillok="f" o:connecttype="none"/>
                    <o:lock v:ext="edit" shapetype="t"/>
                  </v:shapetype>
                  <v:shape id="Gerade Verbindung mit Pfeil 2" o:spid="_x0000_s1029" type="#_x0000_t32" style="position:absolute;left:26860;width:3143;height:154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" strokecolor="#ed7d31 [3205]" strokeweight="1.5pt">
                    <v:stroke endarrow="block" joinstyle="miter"/>
                  </v:shape>
                </v:group>
                <v:shapetype id="_x0000_t202" coordsize="21600,21600" o:spt="202" path="m,l,21600r21600,l21600,xe">
                  <v:stroke joinstyle="miter"/>
                  <v:path gradientshapeok="t" o:connecttype="rect"/>
                </v:shapetype>
                <v:shape id="Textfeld 12" o:spid="_x0000_s1030" type="#_x0000_t202" style="position:absolute;top:22574;width:5162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" stroked="f">
                  <v:textbox style="mso-fit-shape-to-text:t" inset="0,0,0,0">
                    <w:txbxContent>
                      <w:p w14:paraId="2BB057EC" w14:textId="182EF68E" w:rsidR="00DA5BEE" w:rsidRPr="00B20445" w:rsidRDefault="00DA5BEE" w:rsidP="00DA5BEE">
                        <w:pPr>
                          <w:pStyle w:val="UnterschriftINFSII"/>
                          <w:rPr>
                            <w:noProof/>
                          </w:rPr>
                        </w:pPr>
                        <w:r>
                          <w:t xml:space="preserve">Abbildung </w:t>
                        </w:r>
                        <w:r>
                          <w:fldChar w:fldCharType="begin"/>
                        </w:r>
                        <w:r>
                          <w:instrText xml:space="preserve"> SEQ Abbildung \* ARABIC </w:instrText>
                        </w:r>
                        <w:r>
                          <w:fldChar w:fldCharType="separate"/>
                        </w:r>
                        <w:r w:rsidR="005E60A5">
                          <w:rPr>
                            <w:noProof/>
                          </w:rPr>
                          <w:t>1</w:t>
                        </w:r>
                        <w:r>
                          <w:rPr>
                            <w:noProof/>
                          </w:rPr>
                          <w:fldChar w:fldCharType="end"/>
                        </w:r>
                        <w:r>
                          <w:t xml:space="preserve">: Öffnen </w:t>
                        </w:r>
                        <w:r w:rsidR="00864A13">
                          <w:t>des Fensters</w:t>
                        </w:r>
                        <w:r>
                          <w:t xml:space="preserve"> zur Konfiguration</w:t>
                        </w:r>
                      </w:p>
                    </w:txbxContent>
                  </v:textbox>
                </v:shape>
                <w10:wrap type="topAndBottom" anchorx="margin"/>
              </v:group>
            </w:pict>
          </mc:Fallback>
        </mc:AlternateContent>
      </w:r>
      <w:r w:rsidR="00EF5BFD">
        <w:t>Der Speicherort der Datei</w:t>
      </w:r>
      <w:r w:rsidR="00BA67B4">
        <w:t>en</w:t>
      </w:r>
      <w:r w:rsidR="00EF5BFD">
        <w:t xml:space="preserve"> </w:t>
      </w:r>
      <w:r w:rsidR="00EF5BFD" w:rsidRPr="00507431">
        <w:rPr>
          <w:i/>
        </w:rPr>
        <w:t>sqlite-jdbc-</w:t>
      </w:r>
      <w:r w:rsidR="00176248">
        <w:rPr>
          <w:i/>
        </w:rPr>
        <w:t>X</w:t>
      </w:r>
      <w:r w:rsidR="0037111B">
        <w:rPr>
          <w:i/>
        </w:rPr>
        <w:t>.</w:t>
      </w:r>
      <w:r w:rsidR="00176248">
        <w:rPr>
          <w:i/>
        </w:rPr>
        <w:t>X</w:t>
      </w:r>
      <w:r w:rsidR="0037111B">
        <w:rPr>
          <w:i/>
        </w:rPr>
        <w:t>.X.</w:t>
      </w:r>
      <w:r w:rsidR="00176248">
        <w:rPr>
          <w:i/>
        </w:rPr>
        <w:t>X</w:t>
      </w:r>
      <w:r w:rsidR="00EF5BFD">
        <w:rPr>
          <w:i/>
        </w:rPr>
        <w:t>.</w:t>
      </w:r>
      <w:r w:rsidR="00EF5BFD" w:rsidRPr="00507431">
        <w:rPr>
          <w:i/>
        </w:rPr>
        <w:t>jar</w:t>
      </w:r>
      <w:r w:rsidR="00EF5BFD">
        <w:t xml:space="preserve"> </w:t>
      </w:r>
      <w:r w:rsidR="00BA67B4">
        <w:t xml:space="preserve">und </w:t>
      </w:r>
      <w:r w:rsidR="00BA67B4" w:rsidRPr="00BA67B4">
        <w:rPr>
          <w:i/>
          <w:iCs/>
        </w:rPr>
        <w:t>slf4j-api-X.X.X.jar</w:t>
      </w:r>
      <w:r w:rsidR="00BA67B4">
        <w:t xml:space="preserve"> </w:t>
      </w:r>
      <w:r w:rsidR="00EF5BFD">
        <w:t xml:space="preserve">muss im Java-Editor als Klassenpfad hinterlegt werden. Dazu wird im Menü unter </w:t>
      </w:r>
      <w:r w:rsidR="00EF5BFD" w:rsidRPr="001779EF">
        <w:rPr>
          <w:i/>
        </w:rPr>
        <w:t>Fenster</w:t>
      </w:r>
      <w:r w:rsidR="00EF5BFD">
        <w:t xml:space="preserve"> </w:t>
      </w:r>
      <w:r w:rsidR="00EF5BFD">
        <w:sym w:font="Wingdings" w:char="F0E0"/>
      </w:r>
      <w:r w:rsidR="00EF5BFD">
        <w:t xml:space="preserve"> </w:t>
      </w:r>
      <w:r w:rsidR="00EF5BFD" w:rsidRPr="001779EF">
        <w:rPr>
          <w:i/>
        </w:rPr>
        <w:t>Konfiguration</w:t>
      </w:r>
      <w:r w:rsidR="00EF5BFD">
        <w:t xml:space="preserve"> das </w:t>
      </w:r>
      <w:r w:rsidR="00EF5BFD" w:rsidRPr="001779EF">
        <w:rPr>
          <w:i/>
        </w:rPr>
        <w:t>Konfigurationsfenster</w:t>
      </w:r>
      <w:r w:rsidR="00EF5BFD">
        <w:t xml:space="preserve"> geöffnet.</w:t>
      </w:r>
    </w:p>
    <w:p w14:paraId="6DE415DA" w14:textId="77777777" w:rsidR="00DA5BEE" w:rsidRDefault="00DA5BEE">
      <w:pPr>
        <w:spacing w:after="160" w:line="259" w:lineRule="auto"/>
      </w:pPr>
      <w:r>
        <w:br w:type="page"/>
      </w:r>
    </w:p>
    <w:p w14:paraId="0946A06B" w14:textId="321DD74A" w:rsidR="00EF5BFD" w:rsidRDefault="00EF5BFD" w:rsidP="00EF5BFD">
      <w:r>
        <w:lastRenderedPageBreak/>
        <w:t xml:space="preserve">Bei den Einstellungen für den Interpreter muss nun bei </w:t>
      </w:r>
      <w:r w:rsidRPr="00760EB4">
        <w:rPr>
          <w:i/>
        </w:rPr>
        <w:t>Classpath-User</w:t>
      </w:r>
      <w:r>
        <w:t xml:space="preserve"> der Pfad zum Speicherort der </w:t>
      </w:r>
      <w:r w:rsidR="00BA67B4">
        <w:t>jar-</w:t>
      </w:r>
      <w:r>
        <w:t>Datei</w:t>
      </w:r>
      <w:r w:rsidR="00BA67B4">
        <w:t>en</w:t>
      </w:r>
      <w:r w:rsidR="00176248">
        <w:t xml:space="preserve"> </w:t>
      </w:r>
      <w:r>
        <w:t xml:space="preserve">angegeben werden. Klickt man auf den Button </w:t>
      </w:r>
      <w:r w:rsidRPr="00E03EE6">
        <w:rPr>
          <w:i/>
        </w:rPr>
        <w:t>Bearbeiten</w:t>
      </w:r>
      <w:r>
        <w:t xml:space="preserve"> in dieser Zeile, kann der Pfad über einen Datei-Browser ausgewählt werden.</w:t>
      </w:r>
    </w:p>
    <w:p w14:paraId="7584CE42" w14:textId="075FF89C" w:rsidR="00EF5BFD" w:rsidRDefault="00011CD9" w:rsidP="00EF5BFD">
      <w:r>
        <w:rPr>
          <w:noProof/>
        </w:rPr>
        <mc:AlternateContent>
          <mc:Choice Requires="wpg">
            <w:drawing>
              <wp:anchor distT="0" distB="0" distL="114300" distR="114300" simplePos="0" relativeHeight="251665408" behindDoc="0" locked="0" layoutInCell="1" allowOverlap="1" wp14:anchorId="07D127E1" wp14:editId="3DD8EECD">
                <wp:simplePos x="0" y="0"/>
                <wp:positionH relativeFrom="column">
                  <wp:posOffset>62230</wp:posOffset>
                </wp:positionH>
                <wp:positionV relativeFrom="paragraph">
                  <wp:posOffset>318770</wp:posOffset>
                </wp:positionV>
                <wp:extent cx="4359275" cy="308610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4359275" cy="3086100"/>
                          <a:chOff x="0" y="0"/>
                          <a:chExt cx="4359275" cy="3086100"/>
                        </a:xfrm>
                      </wpg:grpSpPr>
                      <wpg:grpSp>
                        <wpg:cNvPr id="11" name="Gruppieren 11"/>
                        <wpg:cNvGrpSpPr/>
                        <wpg:grpSpPr>
                          <a:xfrm>
                            <a:off x="26430" y="0"/>
                            <a:ext cx="4306415" cy="2756535"/>
                            <a:chOff x="26430" y="0"/>
                            <a:chExt cx="4306415" cy="2756535"/>
                          </a:xfrm>
                        </wpg:grpSpPr>
                        <pic:pic xmlns:pic="http://schemas.openxmlformats.org/drawingml/2006/picture">
                          <pic:nvPicPr>
                            <pic:cNvPr id="6" name="Grafik 6"/>
                            <pic:cNvPicPr>
                              <a:picLocks noChangeAspect="1"/>
                            </pic:cNvPicPr>
                          </pic:nvPicPr>
                          <pic:blipFill>
                            <a:blip r:embed="rId10">
                              <a:extLst>
                                <a:ext uri="{28A0092B-C50C-407E-A947-70E740481C1C}">
                                  <a14:useLocalDpi xmlns:a14="http://schemas.microsoft.com/office/drawing/2010/main" val="0"/>
                                </a:ext>
                              </a:extLst>
                            </a:blip>
                            <a:srcRect/>
                            <a:stretch/>
                          </pic:blipFill>
                          <pic:spPr>
                            <a:xfrm>
                              <a:off x="26430" y="0"/>
                              <a:ext cx="4306415" cy="2756535"/>
                            </a:xfrm>
                            <a:prstGeom prst="rect">
                              <a:avLst/>
                            </a:prstGeom>
                          </pic:spPr>
                        </pic:pic>
                        <wpg:grpSp>
                          <wpg:cNvPr id="7" name="Gruppieren 7"/>
                          <wpg:cNvGrpSpPr/>
                          <wpg:grpSpPr>
                            <a:xfrm>
                              <a:off x="66675" y="161925"/>
                              <a:ext cx="4162425" cy="2581275"/>
                              <a:chOff x="0" y="0"/>
                              <a:chExt cx="4162425" cy="2581275"/>
                            </a:xfrm>
                          </wpg:grpSpPr>
                          <wps:wsp>
                            <wps:cNvPr id="4" name="Rechteck 4"/>
                            <wps:cNvSpPr/>
                            <wps:spPr>
                              <a:xfrm>
                                <a:off x="762000" y="1219200"/>
                                <a:ext cx="3400425" cy="200025"/>
                              </a:xfrm>
                              <a:prstGeom prst="rect">
                                <a:avLst/>
                              </a:prstGeom>
                              <a:noFill/>
                              <a:ln w="19050" cap="flat" cmpd="sng" algn="ctr">
                                <a:solidFill>
                                  <a:schemeClr val="accent2"/>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2"/>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hteck 5"/>
                            <wps:cNvSpPr/>
                            <wps:spPr>
                              <a:xfrm>
                                <a:off x="0" y="0"/>
                                <a:ext cx="581025" cy="200025"/>
                              </a:xfrm>
                              <a:prstGeom prst="rect">
                                <a:avLst/>
                              </a:prstGeom>
                              <a:noFill/>
                              <a:ln w="19050" cap="flat" cmpd="sng" algn="ctr">
                                <a:solidFill>
                                  <a:schemeClr val="accent2"/>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2"/>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hteck 3"/>
                            <wps:cNvSpPr/>
                            <wps:spPr>
                              <a:xfrm>
                                <a:off x="3657600" y="2400300"/>
                                <a:ext cx="438150" cy="180975"/>
                              </a:xfrm>
                              <a:prstGeom prst="rect">
                                <a:avLst/>
                              </a:prstGeom>
                              <a:noFill/>
                              <a:ln w="19050" cap="flat" cmpd="sng" algn="ctr">
                                <a:solidFill>
                                  <a:schemeClr val="accent2"/>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2"/>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14" name="Textfeld 14"/>
                        <wps:cNvSpPr txBox="1"/>
                        <wps:spPr>
                          <a:xfrm>
                            <a:off x="0" y="2819400"/>
                            <a:ext cx="4359275" cy="266700"/>
                          </a:xfrm>
                          <a:prstGeom prst="rect">
                            <a:avLst/>
                          </a:prstGeom>
                          <a:solidFill>
                            <a:prstClr val="white"/>
                          </a:solidFill>
                          <a:ln>
                            <a:noFill/>
                          </a:ln>
                        </wps:spPr>
                        <wps:txbx>
                          <w:txbxContent>
                            <w:p w14:paraId="51349650" w14:textId="77D9B761" w:rsidR="00011CD9" w:rsidRPr="003740A6" w:rsidRDefault="00011CD9" w:rsidP="00011CD9">
                              <w:pPr>
                                <w:pStyle w:val="UnterschriftINFSII"/>
                                <w:rPr>
                                  <w:noProof/>
                                </w:rPr>
                              </w:pPr>
                              <w:r>
                                <w:t xml:space="preserve">Abbildung </w:t>
                              </w:r>
                              <w:r>
                                <w:fldChar w:fldCharType="begin"/>
                              </w:r>
                              <w:r>
                                <w:instrText xml:space="preserve"> SEQ Abbildung \* ARABIC </w:instrText>
                              </w:r>
                              <w:r>
                                <w:fldChar w:fldCharType="separate"/>
                              </w:r>
                              <w:r w:rsidR="005E60A5">
                                <w:rPr>
                                  <w:noProof/>
                                </w:rPr>
                                <w:t>2</w:t>
                              </w:r>
                              <w:r>
                                <w:rPr>
                                  <w:noProof/>
                                </w:rPr>
                                <w:fldChar w:fldCharType="end"/>
                              </w:r>
                              <w:r>
                                <w:t>: Hinterlegen des Klassenpfades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07D127E1" id="Gruppieren 15" o:spid="_x0000_s1031" style="position:absolute;margin-left:4.9pt;margin-top:25.1pt;width:343.25pt;height:243pt;z-index:251665408" coordsize="43592,308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">
                <v:group id="Gruppieren 11" o:spid="_x0000_s1032" style="position:absolute;left:264;width:43064;height:27565" coordorigin="264" coordsize="43064,27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Grafik 6" o:spid="_x0000_s1033" type="#_x0000_t75" style="position:absolute;left:264;width:43064;height:275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">
                    <v:imagedata r:id="rId11" o:title=""/>
                  </v:shape>
                  <v:group id="Gruppieren 7" o:spid="_x0000_s1034" style="position:absolute;left:666;top:1619;width:41625;height:25813" coordsize="41624,25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hteck 4" o:spid="_x0000_s1035" style="position:absolute;left:7620;top:12192;width:34004;height:2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" filled="f" strokecolor="#ed7d31 [3205]" strokeweight="1.5pt">
                      <v:stroke joinstyle="round"/>
                    </v:rect>
                    <v:rect id="Rechteck 5" o:spid="_x0000_s1036" style="position:absolute;width:5810;height:2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" filled="f" strokecolor="#ed7d31 [3205]" strokeweight="1.5pt">
                      <v:stroke joinstyle="round"/>
                    </v:rect>
                    <v:rect id="Rechteck 3" o:spid="_x0000_s1037" style="position:absolute;left:36576;top:24003;width:4381;height:18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" filled="f" strokecolor="#ed7d31 [3205]" strokeweight="1.5pt">
                      <v:stroke joinstyle="round"/>
                    </v:rect>
                  </v:group>
                </v:group>
                <v:shape id="Textfeld 14" o:spid="_x0000_s1038" type="#_x0000_t202" style="position:absolute;top:28194;width:435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" stroked="f">
                  <v:textbox style="mso-fit-shape-to-text:t" inset="0,0,0,0">
                    <w:txbxContent>
                      <w:p w14:paraId="51349650" w14:textId="77D9B761" w:rsidR="00011CD9" w:rsidRPr="003740A6" w:rsidRDefault="00011CD9" w:rsidP="00011CD9">
                        <w:pPr>
                          <w:pStyle w:val="UnterschriftINFSII"/>
                          <w:rPr>
                            <w:noProof/>
                          </w:rPr>
                        </w:pPr>
                        <w:r>
                          <w:t xml:space="preserve">Abbildung </w:t>
                        </w:r>
                        <w:r>
                          <w:fldChar w:fldCharType="begin"/>
                        </w:r>
                        <w:r>
                          <w:instrText xml:space="preserve"> SEQ Abbildung \* ARABIC </w:instrText>
                        </w:r>
                        <w:r>
                          <w:fldChar w:fldCharType="separate"/>
                        </w:r>
                        <w:r w:rsidR="005E60A5">
                          <w:rPr>
                            <w:noProof/>
                          </w:rPr>
                          <w:t>2</w:t>
                        </w:r>
                        <w:r>
                          <w:rPr>
                            <w:noProof/>
                          </w:rPr>
                          <w:fldChar w:fldCharType="end"/>
                        </w:r>
                        <w:r>
                          <w:t>: Hinterlegen des Klassenpfades</w:t>
                        </w:r>
                      </w:p>
                    </w:txbxContent>
                  </v:textbox>
                </v:shape>
                <w10:wrap type="topAndBottom"/>
              </v:group>
            </w:pict>
          </mc:Fallback>
        </mc:AlternateContent>
      </w:r>
      <w:r w:rsidR="00EF5BFD">
        <w:t xml:space="preserve">Anschließend kann das Fenster über den Button </w:t>
      </w:r>
      <w:r w:rsidR="00EF5BFD" w:rsidRPr="00E03EE6">
        <w:rPr>
          <w:i/>
        </w:rPr>
        <w:t>Speichern</w:t>
      </w:r>
      <w:r w:rsidR="00EF5BFD">
        <w:t xml:space="preserve"> verlassen werden.</w:t>
      </w:r>
    </w:p>
    <w:p w14:paraId="02E9AC52" w14:textId="276F3EF1" w:rsidR="00EF5BFD" w:rsidRPr="00011CD9" w:rsidRDefault="00EF5BFD" w:rsidP="00011CD9">
      <w:pPr>
        <w:pStyle w:val="berschrift2"/>
        <w:rPr>
          <w:b/>
          <w:bCs/>
        </w:rPr>
      </w:pPr>
      <w:r w:rsidRPr="00011CD9">
        <w:rPr>
          <w:b/>
          <w:bCs/>
        </w:rPr>
        <w:t>Schritt 3:</w:t>
      </w:r>
    </w:p>
    <w:p w14:paraId="59848075" w14:textId="43C4E7BA" w:rsidR="00EF5BFD" w:rsidRDefault="00725EB2" w:rsidP="00EF5BFD">
      <w:r>
        <w:rPr>
          <w:noProof/>
        </w:rPr>
        <mc:AlternateContent>
          <mc:Choice Requires="wps">
            <w:drawing>
              <wp:anchor distT="0" distB="0" distL="114300" distR="114300" simplePos="0" relativeHeight="251667456" behindDoc="0" locked="0" layoutInCell="1" allowOverlap="1" wp14:anchorId="07050B8A" wp14:editId="249C2DF2">
                <wp:simplePos x="0" y="0"/>
                <wp:positionH relativeFrom="margin">
                  <wp:align>right</wp:align>
                </wp:positionH>
                <wp:positionV relativeFrom="paragraph">
                  <wp:posOffset>3406140</wp:posOffset>
                </wp:positionV>
                <wp:extent cx="5760720" cy="635"/>
                <wp:effectExtent l="0" t="0" r="0" b="0"/>
                <wp:wrapTopAndBottom/>
                <wp:docPr id="17" name="Textfeld 17"/>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4A27E8F2" w14:textId="6D946EEC" w:rsidR="00011CD9" w:rsidRPr="00D65C8D" w:rsidRDefault="00011CD9" w:rsidP="00011CD9">
                            <w:pPr>
                              <w:pStyle w:val="UnterschriftINFSII"/>
                              <w:rPr>
                                <w:noProof/>
                              </w:rPr>
                            </w:pPr>
                            <w:r>
                              <w:t xml:space="preserve">Abbildung </w:t>
                            </w:r>
                            <w:r>
                              <w:fldChar w:fldCharType="begin"/>
                            </w:r>
                            <w:r>
                              <w:instrText xml:space="preserve"> SEQ Abbildung \* ARABIC </w:instrText>
                            </w:r>
                            <w:r>
                              <w:fldChar w:fldCharType="separate"/>
                            </w:r>
                            <w:r w:rsidR="005E60A5">
                              <w:rPr>
                                <w:noProof/>
                              </w:rPr>
                              <w:t>3</w:t>
                            </w:r>
                            <w:r>
                              <w:rPr>
                                <w:noProof/>
                              </w:rPr>
                              <w:fldChar w:fldCharType="end"/>
                            </w:r>
                            <w:r>
                              <w:t>: Kompilieren der Datei DBManagerSQLite.java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7050B8A" id="Textfeld 17" o:spid="_x0000_s1039" type="#_x0000_t202" style="position:absolute;margin-left:402.4pt;margin-top:268.2pt;width:453.6pt;height:.05pt;z-index:25166745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" stroked="f">
                <v:textbox style="mso-fit-shape-to-text:t" inset="0,0,0,0">
                  <w:txbxContent>
                    <w:p w14:paraId="4A27E8F2" w14:textId="6D946EEC" w:rsidR="00011CD9" w:rsidRPr="00D65C8D" w:rsidRDefault="00011CD9" w:rsidP="00011CD9">
                      <w:pPr>
                        <w:pStyle w:val="UnterschriftINFSII"/>
                        <w:rPr>
                          <w:noProof/>
                        </w:rPr>
                      </w:pPr>
                      <w:r>
                        <w:t xml:space="preserve">Abbildung </w:t>
                      </w:r>
                      <w:r>
                        <w:fldChar w:fldCharType="begin"/>
                      </w:r>
                      <w:r>
                        <w:instrText xml:space="preserve"> SEQ Abbildung \* ARABIC </w:instrText>
                      </w:r>
                      <w:r>
                        <w:fldChar w:fldCharType="separate"/>
                      </w:r>
                      <w:r w:rsidR="005E60A5">
                        <w:rPr>
                          <w:noProof/>
                        </w:rPr>
                        <w:t>3</w:t>
                      </w:r>
                      <w:r>
                        <w:rPr>
                          <w:noProof/>
                        </w:rPr>
                        <w:fldChar w:fldCharType="end"/>
                      </w:r>
                      <w:r>
                        <w:t>: Kompilieren der Datei DBManagerSQLite.java</w:t>
                      </w:r>
                    </w:p>
                  </w:txbxContent>
                </v:textbox>
                <w10:wrap type="topAndBottom" anchorx="margin"/>
              </v:shape>
            </w:pict>
          </mc:Fallback>
        </mc:AlternateContent>
      </w:r>
      <w:r>
        <w:rPr>
          <w:noProof/>
        </w:rPr>
        <mc:AlternateContent>
          <mc:Choice Requires="wpg">
            <w:drawing>
              <wp:anchor distT="0" distB="0" distL="114300" distR="114300" simplePos="0" relativeHeight="251659264" behindDoc="0" locked="0" layoutInCell="1" allowOverlap="1" wp14:anchorId="2A88DFD6" wp14:editId="146CB2EA">
                <wp:simplePos x="0" y="0"/>
                <wp:positionH relativeFrom="margin">
                  <wp:align>right</wp:align>
                </wp:positionH>
                <wp:positionV relativeFrom="paragraph">
                  <wp:posOffset>968375</wp:posOffset>
                </wp:positionV>
                <wp:extent cx="5760720" cy="2381250"/>
                <wp:effectExtent l="0" t="0" r="0" b="0"/>
                <wp:wrapTopAndBottom/>
                <wp:docPr id="16" name="Gruppieren 16"/>
                <wp:cNvGraphicFramePr/>
                <a:graphic xmlns:a="http://schemas.openxmlformats.org/drawingml/2006/main">
                  <a:graphicData uri="http://schemas.microsoft.com/office/word/2010/wordprocessingGroup">
                    <wpg:wgp>
                      <wpg:cNvGrpSpPr/>
                      <wpg:grpSpPr>
                        <a:xfrm>
                          <a:off x="0" y="0"/>
                          <a:ext cx="5760720" cy="2381251"/>
                          <a:chOff x="0" y="0"/>
                          <a:chExt cx="5760720" cy="2381251"/>
                        </a:xfrm>
                      </wpg:grpSpPr>
                      <pic:pic xmlns:pic="http://schemas.openxmlformats.org/drawingml/2006/picture">
                        <pic:nvPicPr>
                          <pic:cNvPr id="8" name="Grafik 8" descr="Ein Bild, das Text enthält.&#10;&#10;Automatisch generierte Beschreibung"/>
                          <pic:cNvPicPr>
                            <a:picLocks noChangeAspect="1"/>
                          </pic:cNvPicPr>
                        </pic:nvPicPr>
                        <pic:blipFill rotWithShape="1">
                          <a:blip r:embed="rId12">
                            <a:extLst>
                              <a:ext uri="{28A0092B-C50C-407E-A947-70E740481C1C}">
                                <a14:useLocalDpi xmlns:a14="http://schemas.microsoft.com/office/drawing/2010/main" val="0"/>
                              </a:ext>
                            </a:extLst>
                          </a:blip>
                          <a:srcRect t="5858" b="5727"/>
                          <a:stretch/>
                        </pic:blipFill>
                        <pic:spPr bwMode="auto">
                          <a:xfrm>
                            <a:off x="0" y="38101"/>
                            <a:ext cx="5760720" cy="2343150"/>
                          </a:xfrm>
                          <a:prstGeom prst="rect">
                            <a:avLst/>
                          </a:prstGeom>
                          <a:ln>
                            <a:noFill/>
                          </a:ln>
                          <a:extLst>
                            <a:ext uri="{53640926-AAD7-44D8-BBD7-CCE9431645EC}">
                              <a14:shadowObscured xmlns:a14="http://schemas.microsoft.com/office/drawing/2010/main"/>
                            </a:ext>
                          </a:extLst>
                        </pic:spPr>
                      </pic:pic>
                      <wps:wsp>
                        <wps:cNvPr id="9" name="Gerade Verbindung mit Pfeil 9"/>
                        <wps:cNvCnPr/>
                        <wps:spPr>
                          <a:xfrm flipH="1">
                            <a:off x="1228725" y="0"/>
                            <a:ext cx="888102" cy="526211"/>
                          </a:xfrm>
                          <a:prstGeom prst="straightConnector1">
                            <a:avLst/>
                          </a:prstGeom>
                          <a:ln w="19050"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V relativeFrom="margin">
                  <wp14:pctHeight>0</wp14:pctHeight>
                </wp14:sizeRelV>
              </wp:anchor>
            </w:drawing>
          </mc:Choice>
          <mc:Fallback>
            <w:pict>
              <v:group w14:anchorId="410007A5" id="Gruppieren 16" o:spid="_x0000_s1026" style="position:absolute;margin-left:402.4pt;margin-top:76.25pt;width:453.6pt;height:187.5pt;z-index:251659264;mso-position-horizontal:right;mso-position-horizontal-relative:margin;mso-height-relative:margin" coordsize="57607,238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">
                <v:shape id="Grafik 8" o:spid="_x0000_s1027" type="#_x0000_t75" alt="Ein Bild, das Text enthält.&#10;&#10;Automatisch generierte Beschreibung" style="position:absolute;top:381;width:57607;height:234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">
                  <v:imagedata r:id="rId14" o:title="Ein Bild, das Text enthält" croptop="3839f" cropbottom="3753f"/>
                </v:shape>
                <v:shape id="Gerade Verbindung mit Pfeil 9" o:spid="_x0000_s1028" type="#_x0000_t32" style="position:absolute;left:12287;width:8881;height:526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" strokecolor="#ed7d31 [3205]" strokeweight="1.5pt">
                  <v:stroke endarrow="open"/>
                </v:shape>
                <w10:wrap type="topAndBottom" anchorx="margin"/>
              </v:group>
            </w:pict>
          </mc:Fallback>
        </mc:AlternateContent>
      </w:r>
      <w:r w:rsidR="0037111B">
        <w:t xml:space="preserve">Um die </w:t>
      </w:r>
      <w:r w:rsidR="00EF5BFD">
        <w:t xml:space="preserve">Verwendung </w:t>
      </w:r>
      <w:r w:rsidR="0037111B">
        <w:t>einer</w:t>
      </w:r>
      <w:r w:rsidR="00EF5BFD">
        <w:t xml:space="preserve"> Datenbank in </w:t>
      </w:r>
      <w:r w:rsidR="0037111B">
        <w:t xml:space="preserve">einem </w:t>
      </w:r>
      <w:r w:rsidR="00EF5BFD">
        <w:t>Java</w:t>
      </w:r>
      <w:r w:rsidR="0037111B">
        <w:t>-Programm</w:t>
      </w:r>
      <w:r w:rsidR="00EF5BFD">
        <w:t xml:space="preserve"> ein wenig </w:t>
      </w:r>
      <w:r w:rsidR="0037111B">
        <w:t>zu vereinfachen</w:t>
      </w:r>
      <w:r w:rsidR="00EF5BFD">
        <w:t xml:space="preserve">, verwenden wir die Klasse </w:t>
      </w:r>
      <w:r w:rsidR="00EF5BFD" w:rsidRPr="001779EF">
        <w:rPr>
          <w:i/>
        </w:rPr>
        <w:t>DBManagerSQLite</w:t>
      </w:r>
      <w:r w:rsidR="00EF5BFD">
        <w:t xml:space="preserve">, </w:t>
      </w:r>
      <w:r w:rsidR="0037111B">
        <w:t>welche</w:t>
      </w:r>
      <w:r w:rsidR="00EF5BFD">
        <w:t xml:space="preserve"> die Kommunikation mit der Datenbank übernimmt. Um die Klasse verwenden zu können, muss die Datei </w:t>
      </w:r>
      <w:r w:rsidR="00EF5BFD" w:rsidRPr="001779EF">
        <w:rPr>
          <w:i/>
        </w:rPr>
        <w:t>DBManagerS</w:t>
      </w:r>
      <w:r w:rsidR="00EF5BFD">
        <w:rPr>
          <w:i/>
        </w:rPr>
        <w:t>Q</w:t>
      </w:r>
      <w:r w:rsidR="00EF5BFD" w:rsidRPr="001779EF">
        <w:rPr>
          <w:i/>
        </w:rPr>
        <w:t>Lite.java</w:t>
      </w:r>
      <w:r w:rsidR="00EF5BFD">
        <w:t xml:space="preserve"> in dem Ordner gespeichert werden, in dem Sie auch Ihr Java-Programm speichern. Öffnen Sie die Datei einmal im </w:t>
      </w:r>
      <w:r w:rsidR="00EF5BFD" w:rsidRPr="003008B4">
        <w:rPr>
          <w:i/>
        </w:rPr>
        <w:t>Java</w:t>
      </w:r>
      <w:r w:rsidR="00EF5BFD">
        <w:rPr>
          <w:i/>
        </w:rPr>
        <w:t>-</w:t>
      </w:r>
      <w:r w:rsidR="00EF5BFD" w:rsidRPr="003008B4">
        <w:rPr>
          <w:i/>
        </w:rPr>
        <w:t>Editor</w:t>
      </w:r>
      <w:r w:rsidR="00EF5BFD">
        <w:t xml:space="preserve"> und kompilieren Sie sie.</w:t>
      </w:r>
    </w:p>
    <w:p w14:paraId="1482C3C6" w14:textId="45F96D97" w:rsidR="00EF5BFD" w:rsidRDefault="00176248" w:rsidP="00EF5BFD">
      <w:r>
        <w:t xml:space="preserve">Weitere Informationen zur Verwendung der </w:t>
      </w:r>
      <w:r w:rsidR="00EF5BFD">
        <w:t xml:space="preserve">Klasse </w:t>
      </w:r>
      <w:r w:rsidR="00EF5BFD" w:rsidRPr="00A90D9F">
        <w:rPr>
          <w:i/>
        </w:rPr>
        <w:t>DBManagerSQ</w:t>
      </w:r>
      <w:r w:rsidR="00EF5BFD">
        <w:rPr>
          <w:i/>
        </w:rPr>
        <w:t>L</w:t>
      </w:r>
      <w:r w:rsidR="00EF5BFD" w:rsidRPr="00A90D9F">
        <w:rPr>
          <w:i/>
        </w:rPr>
        <w:t>ite</w:t>
      </w:r>
      <w:r w:rsidR="00EF5BFD">
        <w:t xml:space="preserve"> </w:t>
      </w:r>
      <w:r>
        <w:t>finden Sie in der</w:t>
      </w:r>
      <w:r w:rsidR="00EF5BFD">
        <w:t xml:space="preserve"> Datei </w:t>
      </w:r>
      <w:r w:rsidR="00EF5BFD" w:rsidRPr="00A90D9F">
        <w:rPr>
          <w:i/>
        </w:rPr>
        <w:t>Anleitung_DB</w:t>
      </w:r>
      <w:r w:rsidR="00EF5BFD">
        <w:rPr>
          <w:i/>
        </w:rPr>
        <w:t>Anwendung_JavaEditor</w:t>
      </w:r>
      <w:r w:rsidR="00EF5BFD" w:rsidRPr="00A90D9F">
        <w:rPr>
          <w:i/>
        </w:rPr>
        <w:t>.pdf</w:t>
      </w:r>
      <w:r w:rsidR="00EF5BFD">
        <w:t>.</w:t>
      </w:r>
    </w:p>
    <w:p w14:paraId="779D45B0" w14:textId="22CE96BD" w:rsidR="00EF5BFD" w:rsidRPr="00011CD9" w:rsidRDefault="00EF5BFD" w:rsidP="00011CD9">
      <w:pPr>
        <w:pStyle w:val="berschrift2"/>
        <w:rPr>
          <w:b/>
          <w:bCs/>
        </w:rPr>
      </w:pPr>
      <w:r w:rsidRPr="00011CD9">
        <w:rPr>
          <w:b/>
          <w:bCs/>
        </w:rPr>
        <w:lastRenderedPageBreak/>
        <w:t>Schritt 4:</w:t>
      </w:r>
    </w:p>
    <w:p w14:paraId="67876B12" w14:textId="556C8EC8" w:rsidR="00EF5BFD" w:rsidRDefault="00EF5BFD" w:rsidP="00EF5BFD">
      <w:r w:rsidRPr="005D0BC6">
        <w:t xml:space="preserve">Eine </w:t>
      </w:r>
      <w:r w:rsidRPr="00B72A8D">
        <w:rPr>
          <w:i/>
        </w:rPr>
        <w:t>SQLite Datenbank</w:t>
      </w:r>
      <w:r w:rsidRPr="005D0BC6">
        <w:t xml:space="preserve"> ist eine Datei mit </w:t>
      </w:r>
      <w:r>
        <w:t xml:space="preserve">der </w:t>
      </w:r>
      <w:r w:rsidRPr="005D0BC6">
        <w:t xml:space="preserve">Endung </w:t>
      </w:r>
      <w:r w:rsidRPr="005D0BC6">
        <w:rPr>
          <w:i/>
        </w:rPr>
        <w:t>.db</w:t>
      </w:r>
      <w:r w:rsidRPr="005D0BC6">
        <w:t>.</w:t>
      </w:r>
      <w:r>
        <w:t xml:space="preserve"> Die Datenbank, die Sie verwenden möchten, muss ebenfalls in dem Ordner gespeichert werden, in dem Sie Ihr Java-Programm speichern.</w:t>
      </w:r>
    </w:p>
    <w:p w14:paraId="51236E60" w14:textId="68281791" w:rsidR="00EF5BFD" w:rsidRPr="00480E57" w:rsidRDefault="00725EB2" w:rsidP="00480E57">
      <w:pPr>
        <w:pStyle w:val="berschrift2"/>
        <w:rPr>
          <w:b/>
          <w:bCs/>
        </w:rPr>
      </w:pPr>
      <w:r>
        <w:rPr>
          <w:noProof/>
        </w:rPr>
        <mc:AlternateContent>
          <mc:Choice Requires="wpg">
            <w:drawing>
              <wp:anchor distT="0" distB="0" distL="114300" distR="114300" simplePos="0" relativeHeight="251673600" behindDoc="0" locked="0" layoutInCell="1" allowOverlap="1" wp14:anchorId="414C369A" wp14:editId="2FCF6904">
                <wp:simplePos x="0" y="0"/>
                <wp:positionH relativeFrom="column">
                  <wp:posOffset>-4445</wp:posOffset>
                </wp:positionH>
                <wp:positionV relativeFrom="paragraph">
                  <wp:posOffset>1419225</wp:posOffset>
                </wp:positionV>
                <wp:extent cx="4543425" cy="895350"/>
                <wp:effectExtent l="0" t="0" r="9525" b="0"/>
                <wp:wrapTopAndBottom/>
                <wp:docPr id="22" name="Gruppieren 22"/>
                <wp:cNvGraphicFramePr/>
                <a:graphic xmlns:a="http://schemas.openxmlformats.org/drawingml/2006/main">
                  <a:graphicData uri="http://schemas.microsoft.com/office/word/2010/wordprocessingGroup">
                    <wpg:wgp>
                      <wpg:cNvGrpSpPr/>
                      <wpg:grpSpPr>
                        <a:xfrm>
                          <a:off x="0" y="0"/>
                          <a:ext cx="4543425" cy="895350"/>
                          <a:chOff x="0" y="0"/>
                          <a:chExt cx="4543425" cy="895350"/>
                        </a:xfrm>
                      </wpg:grpSpPr>
                      <wpg:grpSp>
                        <wpg:cNvPr id="20" name="Gruppieren 20"/>
                        <wpg:cNvGrpSpPr/>
                        <wpg:grpSpPr>
                          <a:xfrm>
                            <a:off x="0" y="0"/>
                            <a:ext cx="4543425" cy="571500"/>
                            <a:chOff x="0" y="0"/>
                            <a:chExt cx="4543425" cy="571500"/>
                          </a:xfrm>
                        </wpg:grpSpPr>
                        <pic:pic xmlns:pic="http://schemas.openxmlformats.org/drawingml/2006/picture">
                          <pic:nvPicPr>
                            <pic:cNvPr id="18" name="Grafik 18"/>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4543425" cy="571500"/>
                            </a:xfrm>
                            <a:prstGeom prst="rect">
                              <a:avLst/>
                            </a:prstGeom>
                          </pic:spPr>
                        </pic:pic>
                        <wps:wsp>
                          <wps:cNvPr id="19" name="Rechteck 19"/>
                          <wps:cNvSpPr/>
                          <wps:spPr>
                            <a:xfrm>
                              <a:off x="1485900" y="257175"/>
                              <a:ext cx="333375" cy="257175"/>
                            </a:xfrm>
                            <a:prstGeom prst="rect">
                              <a:avLst/>
                            </a:prstGeom>
                            <a:noFill/>
                            <a:ln w="28575">
                              <a:solidFill>
                                <a:schemeClr val="accent2"/>
                              </a:solid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 name="Textfeld 21"/>
                        <wps:cNvSpPr txBox="1"/>
                        <wps:spPr>
                          <a:xfrm>
                            <a:off x="0" y="628650"/>
                            <a:ext cx="4543425" cy="266700"/>
                          </a:xfrm>
                          <a:prstGeom prst="rect">
                            <a:avLst/>
                          </a:prstGeom>
                          <a:solidFill>
                            <a:prstClr val="white"/>
                          </a:solidFill>
                          <a:ln>
                            <a:noFill/>
                          </a:ln>
                        </wps:spPr>
                        <wps:txbx>
                          <w:txbxContent>
                            <w:p w14:paraId="6E7A2337" w14:textId="32A28A31" w:rsidR="00480E57" w:rsidRPr="009335CD" w:rsidRDefault="00480E57" w:rsidP="00480E57">
                              <w:pPr>
                                <w:pStyle w:val="UnterschriftINFSII"/>
                                <w:rPr>
                                  <w:noProof/>
                                </w:rPr>
                              </w:pPr>
                              <w:r>
                                <w:t xml:space="preserve">Abbildung </w:t>
                              </w:r>
                              <w:r>
                                <w:fldChar w:fldCharType="begin"/>
                              </w:r>
                              <w:r>
                                <w:instrText xml:space="preserve"> SEQ Abbildung \* ARABIC </w:instrText>
                              </w:r>
                              <w:r>
                                <w:fldChar w:fldCharType="separate"/>
                              </w:r>
                              <w:r w:rsidR="005E60A5">
                                <w:rPr>
                                  <w:noProof/>
                                </w:rPr>
                                <w:t>4</w:t>
                              </w:r>
                              <w:r>
                                <w:rPr>
                                  <w:noProof/>
                                </w:rPr>
                                <w:fldChar w:fldCharType="end"/>
                              </w:r>
                              <w:r>
                                <w:t>: Icon zum Erzeugen eines JFrames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414C369A" id="Gruppieren 22" o:spid="_x0000_s1040" style="position:absolute;margin-left:-.35pt;margin-top:111.75pt;width:357.75pt;height:70.5pt;z-index:251673600" coordsize="45434,89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">
                <v:group id="Gruppieren 20" o:spid="_x0000_s1041" style="position:absolute;width:45434;height:5715" coordsize="45434,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Grafik 18" o:spid="_x0000_s1042" type="#_x0000_t75" style="position:absolute;width:45434;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">
                    <v:imagedata r:id="rId16" o:title=""/>
                  </v:shape>
                  <v:rect id="Rechteck 19" o:spid="_x0000_s1043" style="position:absolute;left:14859;top:2571;width:3333;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" filled="f" strokecolor="#ed7d31 [3205]" strokeweight="2.25pt"/>
                </v:group>
                <v:shape id="Textfeld 21" o:spid="_x0000_s1044" type="#_x0000_t202" style="position:absolute;top:6286;width:4543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" stroked="f">
                  <v:textbox style="mso-fit-shape-to-text:t" inset="0,0,0,0">
                    <w:txbxContent>
                      <w:p w14:paraId="6E7A2337" w14:textId="32A28A31" w:rsidR="00480E57" w:rsidRPr="009335CD" w:rsidRDefault="00480E57" w:rsidP="00480E57">
                        <w:pPr>
                          <w:pStyle w:val="UnterschriftINFSII"/>
                          <w:rPr>
                            <w:noProof/>
                          </w:rPr>
                        </w:pPr>
                        <w:r>
                          <w:t xml:space="preserve">Abbildung </w:t>
                        </w:r>
                        <w:r>
                          <w:fldChar w:fldCharType="begin"/>
                        </w:r>
                        <w:r>
                          <w:instrText xml:space="preserve"> SEQ Abbildung \* ARABIC </w:instrText>
                        </w:r>
                        <w:r>
                          <w:fldChar w:fldCharType="separate"/>
                        </w:r>
                        <w:r w:rsidR="005E60A5">
                          <w:rPr>
                            <w:noProof/>
                          </w:rPr>
                          <w:t>4</w:t>
                        </w:r>
                        <w:r>
                          <w:rPr>
                            <w:noProof/>
                          </w:rPr>
                          <w:fldChar w:fldCharType="end"/>
                        </w:r>
                        <w:r>
                          <w:t>: Icon zum Erzeugen eines JFrames</w:t>
                        </w:r>
                      </w:p>
                    </w:txbxContent>
                  </v:textbox>
                </v:shape>
                <w10:wrap type="topAndBottom"/>
              </v:group>
            </w:pict>
          </mc:Fallback>
        </mc:AlternateContent>
      </w:r>
      <w:r w:rsidR="00EF5BFD" w:rsidRPr="00480E57">
        <w:rPr>
          <w:b/>
          <w:bCs/>
        </w:rPr>
        <w:t>Schritt 5:</w:t>
      </w:r>
    </w:p>
    <w:p w14:paraId="574E34BC" w14:textId="75103842" w:rsidR="00EF5BFD" w:rsidRPr="006A639F" w:rsidRDefault="00EF5BFD" w:rsidP="00EF5BFD">
      <w:r w:rsidRPr="00D93BC5">
        <w:t xml:space="preserve">Erzeugen Sie nun </w:t>
      </w:r>
      <w:r w:rsidR="006F743D">
        <w:t xml:space="preserve">eine Java-Datei, welche die Klasse </w:t>
      </w:r>
      <w:r w:rsidR="006F743D" w:rsidRPr="00176248">
        <w:rPr>
          <w:i/>
          <w:iCs/>
        </w:rPr>
        <w:t>JFrame</w:t>
      </w:r>
      <w:r w:rsidR="006F743D">
        <w:t xml:space="preserve"> erweitert. Das ist </w:t>
      </w:r>
      <w:r w:rsidRPr="00D93BC5">
        <w:t xml:space="preserve">über </w:t>
      </w:r>
      <w:r w:rsidRPr="00B72A8D">
        <w:rPr>
          <w:i/>
        </w:rPr>
        <w:t>Datei</w:t>
      </w:r>
      <w:r>
        <w:rPr>
          <w:i/>
        </w:rPr>
        <w:t xml:space="preserve"> </w:t>
      </w:r>
      <w:r w:rsidRPr="00B72A8D">
        <w:rPr>
          <w:i/>
        </w:rPr>
        <w:sym w:font="Wingdings" w:char="F0E0"/>
      </w:r>
      <w:r w:rsidRPr="00B72A8D">
        <w:rPr>
          <w:i/>
        </w:rPr>
        <w:t xml:space="preserve"> Neu </w:t>
      </w:r>
      <w:r w:rsidRPr="00B72A8D">
        <w:rPr>
          <w:i/>
        </w:rPr>
        <w:sym w:font="Wingdings" w:char="F0E0"/>
      </w:r>
      <w:r w:rsidRPr="00B72A8D">
        <w:rPr>
          <w:i/>
        </w:rPr>
        <w:t xml:space="preserve"> J</w:t>
      </w:r>
      <w:r w:rsidR="00480E57">
        <w:rPr>
          <w:i/>
        </w:rPr>
        <w:t>Frame</w:t>
      </w:r>
      <w:r w:rsidRPr="00D93BC5">
        <w:t xml:space="preserve"> oder durch Klick auf </w:t>
      </w:r>
      <w:r w:rsidR="00480E57">
        <w:t xml:space="preserve">das Icon zum Erzeugen eines </w:t>
      </w:r>
      <w:r w:rsidRPr="00D93BC5">
        <w:t>neue</w:t>
      </w:r>
      <w:r w:rsidR="00480E57">
        <w:t>n</w:t>
      </w:r>
      <w:r w:rsidRPr="00D93BC5">
        <w:t xml:space="preserve"> </w:t>
      </w:r>
      <w:r w:rsidRPr="00B72A8D">
        <w:rPr>
          <w:i/>
        </w:rPr>
        <w:t>J</w:t>
      </w:r>
      <w:r w:rsidR="00480E57">
        <w:rPr>
          <w:i/>
        </w:rPr>
        <w:t>Fram</w:t>
      </w:r>
      <w:r w:rsidR="002111D0">
        <w:rPr>
          <w:i/>
        </w:rPr>
        <w:t>e</w:t>
      </w:r>
      <w:r w:rsidR="00480E57">
        <w:rPr>
          <w:i/>
        </w:rPr>
        <w:t xml:space="preserve">s </w:t>
      </w:r>
      <w:r w:rsidR="0037111B">
        <w:rPr>
          <w:iCs/>
        </w:rPr>
        <w:t xml:space="preserve">möglich </w:t>
      </w:r>
      <w:r w:rsidR="00480E57">
        <w:rPr>
          <w:iCs/>
        </w:rPr>
        <w:t xml:space="preserve">(s. </w:t>
      </w:r>
      <w:r w:rsidR="0037111B">
        <w:rPr>
          <w:iCs/>
        </w:rPr>
        <w:t xml:space="preserve">orange Umrahmung in </w:t>
      </w:r>
      <w:r w:rsidR="00480E57">
        <w:rPr>
          <w:iCs/>
        </w:rPr>
        <w:t>Abbildung 4)</w:t>
      </w:r>
      <w:r w:rsidRPr="00D93BC5">
        <w:t>. Diese</w:t>
      </w:r>
      <w:r w:rsidR="00F5580B">
        <w:t xml:space="preserve"> Datei</w:t>
      </w:r>
      <w:r w:rsidRPr="00D93BC5">
        <w:t xml:space="preserve"> muss im gleichen Ordner wie die Datenbank und die Klasse </w:t>
      </w:r>
      <w:r w:rsidRPr="00B72A8D">
        <w:rPr>
          <w:i/>
        </w:rPr>
        <w:t>DBManagerSQLite</w:t>
      </w:r>
      <w:r w:rsidRPr="00D93BC5">
        <w:t xml:space="preserve"> gespeichert werden.</w:t>
      </w:r>
      <w:r>
        <w:t xml:space="preserve"> </w:t>
      </w:r>
      <w:r w:rsidRPr="006A639F">
        <w:t xml:space="preserve">Weitere Informationen zum Erstellen eines </w:t>
      </w:r>
      <w:r w:rsidRPr="00D93BC5">
        <w:rPr>
          <w:i/>
        </w:rPr>
        <w:t>J</w:t>
      </w:r>
      <w:r w:rsidR="00480E57">
        <w:rPr>
          <w:i/>
        </w:rPr>
        <w:t>Frames</w:t>
      </w:r>
      <w:r w:rsidRPr="006A639F">
        <w:t xml:space="preserve"> für eine Datenbankanwendung finden Sie in der Datei </w:t>
      </w:r>
      <w:r w:rsidR="0037111B" w:rsidRPr="00A90D9F">
        <w:rPr>
          <w:i/>
        </w:rPr>
        <w:t>Anleitung_DB</w:t>
      </w:r>
      <w:r w:rsidR="0037111B">
        <w:rPr>
          <w:i/>
        </w:rPr>
        <w:t>Anwendung_JavaEditor</w:t>
      </w:r>
      <w:r>
        <w:rPr>
          <w:i/>
        </w:rPr>
        <w:t>.pdf</w:t>
      </w:r>
      <w:r w:rsidRPr="006A639F">
        <w:t>.</w:t>
      </w:r>
    </w:p>
    <w:p w14:paraId="6E4A04A8" w14:textId="3E5F46B3" w:rsidR="00EF5BFD" w:rsidRPr="00D93BC5" w:rsidRDefault="00EF5BFD" w:rsidP="00EF5BFD"/>
    <w:p w14:paraId="6D885CA4" w14:textId="77777777" w:rsidR="00725EB2" w:rsidRDefault="00725EB2" w:rsidP="002111D0">
      <w:bookmarkStart w:id="0" w:name="_Hlk48148046"/>
      <w:bookmarkStart w:id="1" w:name="_Hlk36642635"/>
      <w:bookmarkStart w:id="2" w:name="_Hlk65008113"/>
    </w:p>
    <w:p w14:paraId="5BD32B13" w14:textId="77777777" w:rsidR="00725EB2" w:rsidRDefault="00725EB2" w:rsidP="002111D0"/>
    <w:p w14:paraId="5A30880C" w14:textId="77777777" w:rsidR="00725EB2" w:rsidRDefault="00725EB2" w:rsidP="002111D0"/>
    <w:p w14:paraId="387F2CD9" w14:textId="77777777" w:rsidR="00725EB2" w:rsidRDefault="00725EB2" w:rsidP="002111D0"/>
    <w:p w14:paraId="4730C995" w14:textId="77777777" w:rsidR="00725EB2" w:rsidRDefault="00725EB2" w:rsidP="002111D0"/>
    <w:p w14:paraId="10E156B2" w14:textId="77777777" w:rsidR="00725EB2" w:rsidRDefault="00725EB2" w:rsidP="002111D0"/>
    <w:p w14:paraId="1655B069" w14:textId="77777777" w:rsidR="00725EB2" w:rsidRDefault="00725EB2" w:rsidP="002111D0"/>
    <w:p w14:paraId="4AFBD37C" w14:textId="77777777" w:rsidR="00725EB2" w:rsidRDefault="00725EB2" w:rsidP="002111D0"/>
    <w:p w14:paraId="550C128E" w14:textId="77777777" w:rsidR="00725EB2" w:rsidRDefault="00725EB2" w:rsidP="002111D0"/>
    <w:p w14:paraId="23CE960D" w14:textId="77777777" w:rsidR="00725EB2" w:rsidRDefault="00725EB2" w:rsidP="002111D0"/>
    <w:p w14:paraId="288683FE" w14:textId="77777777" w:rsidR="00725EB2" w:rsidRDefault="00725EB2" w:rsidP="002111D0"/>
    <w:p w14:paraId="67A8D254" w14:textId="169B65F9" w:rsidR="00725EB2" w:rsidRDefault="00725EB2" w:rsidP="002111D0"/>
    <w:p w14:paraId="62A3B8C1" w14:textId="3DF39FE7" w:rsidR="00725EB2" w:rsidRDefault="00725EB2" w:rsidP="002111D0"/>
    <w:p w14:paraId="464A27F3" w14:textId="77777777" w:rsidR="00725EB2" w:rsidRDefault="00725EB2" w:rsidP="002111D0"/>
    <w:p w14:paraId="6FDC77BA" w14:textId="77777777" w:rsidR="00725EB2" w:rsidRDefault="00725EB2" w:rsidP="002111D0"/>
    <w:p w14:paraId="457201EC" w14:textId="5299C30C" w:rsidR="002111D0" w:rsidRPr="005E1E04" w:rsidRDefault="002111D0" w:rsidP="002111D0">
      <w:r w:rsidRPr="005E1E04">
        <w:t xml:space="preserve">Dieses Werk ist lizenziert unter einer </w:t>
      </w:r>
      <w:hyperlink r:id="rId17" w:history="1">
        <w:r w:rsidRPr="002111D0">
          <w:rPr>
            <w:rStyle w:val="Hyperlink"/>
            <w:color w:val="4E6B9E"/>
          </w:rPr>
          <w:t>Creative Commons Namensnennung - Nicht-kommerziell - Weitergabe unter gleichen Bedingungen 4.0 International Lizenz</w:t>
        </w:r>
      </w:hyperlink>
      <w:r w:rsidRPr="00725EB2">
        <w:t>.</w:t>
      </w:r>
      <w:r w:rsidRPr="005E1E04">
        <w:t xml:space="preserve"> </w:t>
      </w:r>
      <w:bookmarkStart w:id="3" w:name="_Hlk96847358"/>
      <w:bookmarkEnd w:id="0"/>
      <w:bookmarkEnd w:id="1"/>
      <w:r>
        <w:t>Von der Lizenz ausgenommen ist das InfSII-Logo.</w:t>
      </w:r>
    </w:p>
    <w:bookmarkEnd w:id="3"/>
    <w:p w14:paraId="6B4E81D5" w14:textId="29987FF2" w:rsidR="002111D0" w:rsidRDefault="002111D0" w:rsidP="002111D0">
      <w:r>
        <w:t>Für die korrekte Ausführbarkeit der Quelltexte wird keine Garantie übernommen. Auch für Folgeschäden, die sich aus der Anwendung der Quelltexte oder durch eventuelle fehlerhafte Angaben ergeben, wird keine Haftung oder juristische Verantwortung übernommen.</w:t>
      </w:r>
    </w:p>
    <w:bookmarkEnd w:id="2"/>
    <w:p w14:paraId="08D65EEA" w14:textId="77777777" w:rsidR="00970575" w:rsidRDefault="00970575"/>
    <w:sectPr w:rsidR="00970575" w:rsidSect="001E0155">
      <w:headerReference w:type="default" r:id="rId18"/>
      <w:footerReference w:type="default" r:id="rId19"/>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3BEC8" w14:textId="77777777" w:rsidR="001E0155" w:rsidRDefault="001E0155" w:rsidP="006D1346">
      <w:pPr>
        <w:spacing w:after="0" w:line="240" w:lineRule="auto"/>
      </w:pPr>
      <w:r>
        <w:separator/>
      </w:r>
    </w:p>
  </w:endnote>
  <w:endnote w:type="continuationSeparator" w:id="0">
    <w:p w14:paraId="5FF0A494" w14:textId="77777777" w:rsidR="001E0155" w:rsidRDefault="001E0155"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9ED25" w14:textId="476541C6"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214D69D2" wp14:editId="5E960E85">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37111B">
      <w:rPr>
        <w:color w:val="808080" w:themeColor="background1" w:themeShade="80"/>
        <w:sz w:val="20"/>
        <w:szCs w:val="20"/>
      </w:rPr>
      <w:t>Februar</w:t>
    </w:r>
    <w:r w:rsidR="00725EB2">
      <w:rPr>
        <w:color w:val="808080" w:themeColor="background1" w:themeShade="80"/>
        <w:sz w:val="20"/>
        <w:szCs w:val="20"/>
      </w:rPr>
      <w:t xml:space="preserve"> </w:t>
    </w:r>
    <w:r w:rsidRPr="007E2D0D">
      <w:rPr>
        <w:color w:val="808080" w:themeColor="background1" w:themeShade="80"/>
        <w:sz w:val="20"/>
        <w:szCs w:val="20"/>
      </w:rPr>
      <w:t>20</w:t>
    </w:r>
    <w:r w:rsidR="00660AA5">
      <w:rPr>
        <w:color w:val="808080" w:themeColor="background1" w:themeShade="80"/>
        <w:sz w:val="20"/>
        <w:szCs w:val="20"/>
      </w:rPr>
      <w:t>2</w:t>
    </w:r>
    <w:r w:rsidR="0037111B">
      <w:rPr>
        <w:color w:val="808080" w:themeColor="background1" w:themeShade="80"/>
        <w:sz w:val="20"/>
        <w:szCs w:val="20"/>
      </w:rPr>
      <w:t>4</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2A78A" w14:textId="77777777" w:rsidR="001E0155" w:rsidRDefault="001E0155" w:rsidP="006D1346">
      <w:pPr>
        <w:spacing w:after="0" w:line="240" w:lineRule="auto"/>
      </w:pPr>
      <w:r>
        <w:separator/>
      </w:r>
    </w:p>
  </w:footnote>
  <w:footnote w:type="continuationSeparator" w:id="0">
    <w:p w14:paraId="245575A8" w14:textId="77777777" w:rsidR="001E0155" w:rsidRDefault="001E0155" w:rsidP="006D1346">
      <w:pPr>
        <w:spacing w:after="0" w:line="240" w:lineRule="auto"/>
      </w:pPr>
      <w:r>
        <w:continuationSeparator/>
      </w:r>
    </w:p>
  </w:footnote>
  <w:footnote w:id="1">
    <w:p w14:paraId="049DC271" w14:textId="7FF616CD" w:rsidR="00CF35A0" w:rsidRDefault="00CF35A0">
      <w:pPr>
        <w:pStyle w:val="Funotentext"/>
      </w:pPr>
      <w:r>
        <w:rPr>
          <w:rStyle w:val="Funotenzeichen"/>
        </w:rPr>
        <w:footnoteRef/>
      </w:r>
      <w:r>
        <w:t xml:space="preserve"> </w:t>
      </w:r>
      <w:hyperlink r:id="rId1" w:history="1">
        <w:r w:rsidRPr="00F16F75">
          <w:rPr>
            <w:rStyle w:val="Hyperlink"/>
          </w:rPr>
          <w:t>https://www.sqlite.org/</w:t>
        </w:r>
      </w:hyperlink>
      <w:r>
        <w:t xml:space="preserve"> [Datum des Zugriffs: 02.02.2024]</w:t>
      </w:r>
    </w:p>
  </w:footnote>
  <w:footnote w:id="2">
    <w:p w14:paraId="52D93DC8" w14:textId="19B775EA" w:rsidR="00CF35A0" w:rsidRPr="00CF35A0" w:rsidRDefault="00CF35A0">
      <w:pPr>
        <w:pStyle w:val="Funotentext"/>
      </w:pPr>
      <w:r>
        <w:rPr>
          <w:rStyle w:val="Funotenzeichen"/>
        </w:rPr>
        <w:footnoteRef/>
      </w:r>
      <w:r w:rsidRPr="00CF35A0">
        <w:t xml:space="preserve"> G. Röhner. </w:t>
      </w:r>
      <w:r w:rsidRPr="000C5DB9">
        <w:t xml:space="preserve">Java-Editor. </w:t>
      </w:r>
      <w:hyperlink r:id="rId2" w:history="1">
        <w:r w:rsidRPr="00CF35A0">
          <w:rPr>
            <w:rStyle w:val="Hyperlink"/>
          </w:rPr>
          <w:t>https://javaeditor.org</w:t>
        </w:r>
      </w:hyperlink>
      <w:r w:rsidRPr="00CF35A0">
        <w:t xml:space="preserve"> [Datum des Zugriffs</w:t>
      </w:r>
      <w:r>
        <w:t>: 02.02.2024]</w:t>
      </w:r>
    </w:p>
  </w:footnote>
  <w:footnote w:id="3">
    <w:p w14:paraId="5A01C2E6" w14:textId="77777777" w:rsidR="0037111B" w:rsidRDefault="0037111B" w:rsidP="0037111B">
      <w:pPr>
        <w:pStyle w:val="Funotentext"/>
      </w:pPr>
      <w:r>
        <w:rPr>
          <w:rStyle w:val="Funotenzeichen"/>
        </w:rPr>
        <w:footnoteRef/>
      </w:r>
      <w:r>
        <w:t xml:space="preserve"> </w:t>
      </w:r>
      <w:hyperlink r:id="rId3" w:anchor="usage" w:history="1">
        <w:r w:rsidRPr="00426A45">
          <w:rPr>
            <w:rStyle w:val="Hyperlink"/>
          </w:rPr>
          <w:t>https://github.com/xerial/sqlite-jdbc#usage</w:t>
        </w:r>
      </w:hyperlink>
      <w:r>
        <w:t xml:space="preserve"> Datum des Zugriffs: 17.01.2024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C7540"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696CB1D1" wp14:editId="09EE9817">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082415831">
    <w:abstractNumId w:val="14"/>
  </w:num>
  <w:num w:numId="2" w16cid:durableId="1385712127">
    <w:abstractNumId w:val="18"/>
  </w:num>
  <w:num w:numId="3" w16cid:durableId="2074768450">
    <w:abstractNumId w:val="4"/>
  </w:num>
  <w:num w:numId="4" w16cid:durableId="1174683203">
    <w:abstractNumId w:val="16"/>
  </w:num>
  <w:num w:numId="5" w16cid:durableId="1640766717">
    <w:abstractNumId w:val="21"/>
  </w:num>
  <w:num w:numId="6" w16cid:durableId="836386427">
    <w:abstractNumId w:val="19"/>
  </w:num>
  <w:num w:numId="7" w16cid:durableId="302197400">
    <w:abstractNumId w:val="12"/>
  </w:num>
  <w:num w:numId="8" w16cid:durableId="196434102">
    <w:abstractNumId w:val="10"/>
  </w:num>
  <w:num w:numId="9" w16cid:durableId="1447650737">
    <w:abstractNumId w:val="0"/>
  </w:num>
  <w:num w:numId="10" w16cid:durableId="900020028">
    <w:abstractNumId w:val="9"/>
  </w:num>
  <w:num w:numId="11" w16cid:durableId="410087099">
    <w:abstractNumId w:val="2"/>
  </w:num>
  <w:num w:numId="12" w16cid:durableId="1152210543">
    <w:abstractNumId w:val="17"/>
  </w:num>
  <w:num w:numId="13" w16cid:durableId="2059233188">
    <w:abstractNumId w:val="1"/>
  </w:num>
  <w:num w:numId="14" w16cid:durableId="300500127">
    <w:abstractNumId w:val="6"/>
  </w:num>
  <w:num w:numId="15" w16cid:durableId="502625160">
    <w:abstractNumId w:val="7"/>
  </w:num>
  <w:num w:numId="16" w16cid:durableId="2069913793">
    <w:abstractNumId w:val="11"/>
  </w:num>
  <w:num w:numId="17" w16cid:durableId="548108479">
    <w:abstractNumId w:val="8"/>
  </w:num>
  <w:num w:numId="18" w16cid:durableId="1382023686">
    <w:abstractNumId w:val="5"/>
  </w:num>
  <w:num w:numId="19" w16cid:durableId="83501008">
    <w:abstractNumId w:val="3"/>
  </w:num>
  <w:num w:numId="20" w16cid:durableId="2045209614">
    <w:abstractNumId w:val="20"/>
  </w:num>
  <w:num w:numId="21" w16cid:durableId="1697803803">
    <w:abstractNumId w:val="13"/>
  </w:num>
  <w:num w:numId="22" w16cid:durableId="44721803">
    <w:abstractNumId w:val="14"/>
    <w:lvlOverride w:ilvl="0">
      <w:startOverride w:val="1"/>
    </w:lvlOverride>
  </w:num>
  <w:num w:numId="23" w16cid:durableId="1054541931">
    <w:abstractNumId w:val="14"/>
    <w:lvlOverride w:ilvl="0">
      <w:startOverride w:val="1"/>
    </w:lvlOverride>
  </w:num>
  <w:num w:numId="24" w16cid:durableId="1965884700">
    <w:abstractNumId w:val="14"/>
    <w:lvlOverride w:ilvl="0">
      <w:startOverride w:val="1"/>
    </w:lvlOverride>
  </w:num>
  <w:num w:numId="25" w16cid:durableId="224605552">
    <w:abstractNumId w:val="14"/>
    <w:lvlOverride w:ilvl="0">
      <w:startOverride w:val="1"/>
    </w:lvlOverride>
  </w:num>
  <w:num w:numId="26" w16cid:durableId="13553736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BFD"/>
    <w:rsid w:val="0000775F"/>
    <w:rsid w:val="00011CD9"/>
    <w:rsid w:val="000127AC"/>
    <w:rsid w:val="00017751"/>
    <w:rsid w:val="00026157"/>
    <w:rsid w:val="00071419"/>
    <w:rsid w:val="00072ED2"/>
    <w:rsid w:val="00087065"/>
    <w:rsid w:val="000A7494"/>
    <w:rsid w:val="000C5DB9"/>
    <w:rsid w:val="00126D3F"/>
    <w:rsid w:val="00176248"/>
    <w:rsid w:val="00186A5F"/>
    <w:rsid w:val="001968DF"/>
    <w:rsid w:val="001C2D07"/>
    <w:rsid w:val="001D6A9C"/>
    <w:rsid w:val="001E0155"/>
    <w:rsid w:val="001E559C"/>
    <w:rsid w:val="001F622A"/>
    <w:rsid w:val="002111D0"/>
    <w:rsid w:val="002173F3"/>
    <w:rsid w:val="00221D86"/>
    <w:rsid w:val="00244639"/>
    <w:rsid w:val="002546F9"/>
    <w:rsid w:val="00264EA1"/>
    <w:rsid w:val="003179DB"/>
    <w:rsid w:val="00330DB0"/>
    <w:rsid w:val="00334221"/>
    <w:rsid w:val="0037111B"/>
    <w:rsid w:val="00381B15"/>
    <w:rsid w:val="003906DC"/>
    <w:rsid w:val="003B7431"/>
    <w:rsid w:val="003E4F79"/>
    <w:rsid w:val="003F45B4"/>
    <w:rsid w:val="003F5E3B"/>
    <w:rsid w:val="00412C43"/>
    <w:rsid w:val="00415B86"/>
    <w:rsid w:val="0042385F"/>
    <w:rsid w:val="00445135"/>
    <w:rsid w:val="00480E57"/>
    <w:rsid w:val="004850AB"/>
    <w:rsid w:val="00494093"/>
    <w:rsid w:val="004B0D19"/>
    <w:rsid w:val="004B35A7"/>
    <w:rsid w:val="004C259A"/>
    <w:rsid w:val="004F1042"/>
    <w:rsid w:val="00554E24"/>
    <w:rsid w:val="005827CE"/>
    <w:rsid w:val="005E301E"/>
    <w:rsid w:val="005E5D30"/>
    <w:rsid w:val="005E60A5"/>
    <w:rsid w:val="005F6623"/>
    <w:rsid w:val="00600140"/>
    <w:rsid w:val="006217CC"/>
    <w:rsid w:val="0063498A"/>
    <w:rsid w:val="006464A2"/>
    <w:rsid w:val="00660AA5"/>
    <w:rsid w:val="00693FB8"/>
    <w:rsid w:val="006B2673"/>
    <w:rsid w:val="006B39C8"/>
    <w:rsid w:val="006D1346"/>
    <w:rsid w:val="006D2CB4"/>
    <w:rsid w:val="006E07FD"/>
    <w:rsid w:val="006F44AA"/>
    <w:rsid w:val="006F743D"/>
    <w:rsid w:val="00725A4D"/>
    <w:rsid w:val="00725EB2"/>
    <w:rsid w:val="0074626D"/>
    <w:rsid w:val="007674A3"/>
    <w:rsid w:val="00767591"/>
    <w:rsid w:val="0078342D"/>
    <w:rsid w:val="00793006"/>
    <w:rsid w:val="007D022E"/>
    <w:rsid w:val="007D72BF"/>
    <w:rsid w:val="007E2D0D"/>
    <w:rsid w:val="00844EA0"/>
    <w:rsid w:val="008508C6"/>
    <w:rsid w:val="00857C67"/>
    <w:rsid w:val="00864A13"/>
    <w:rsid w:val="00871052"/>
    <w:rsid w:val="008A360B"/>
    <w:rsid w:val="008A6407"/>
    <w:rsid w:val="008B14DF"/>
    <w:rsid w:val="008F2A39"/>
    <w:rsid w:val="00970575"/>
    <w:rsid w:val="00983AC1"/>
    <w:rsid w:val="009B1F75"/>
    <w:rsid w:val="009E1FF5"/>
    <w:rsid w:val="00A00FBD"/>
    <w:rsid w:val="00A01422"/>
    <w:rsid w:val="00A061E9"/>
    <w:rsid w:val="00A21F57"/>
    <w:rsid w:val="00A36CBF"/>
    <w:rsid w:val="00A43086"/>
    <w:rsid w:val="00AA35A0"/>
    <w:rsid w:val="00AA432E"/>
    <w:rsid w:val="00AC2022"/>
    <w:rsid w:val="00AC5E66"/>
    <w:rsid w:val="00B07884"/>
    <w:rsid w:val="00B41294"/>
    <w:rsid w:val="00B45DB5"/>
    <w:rsid w:val="00B65416"/>
    <w:rsid w:val="00B73C44"/>
    <w:rsid w:val="00B7608A"/>
    <w:rsid w:val="00B92DDF"/>
    <w:rsid w:val="00BA67B4"/>
    <w:rsid w:val="00C020BB"/>
    <w:rsid w:val="00C1549E"/>
    <w:rsid w:val="00C26C50"/>
    <w:rsid w:val="00C74D4B"/>
    <w:rsid w:val="00CA7665"/>
    <w:rsid w:val="00CC05C6"/>
    <w:rsid w:val="00CC6DC4"/>
    <w:rsid w:val="00CF35A0"/>
    <w:rsid w:val="00D01058"/>
    <w:rsid w:val="00D10AC8"/>
    <w:rsid w:val="00D22367"/>
    <w:rsid w:val="00D33E38"/>
    <w:rsid w:val="00D72D0B"/>
    <w:rsid w:val="00D775E8"/>
    <w:rsid w:val="00DA5BEE"/>
    <w:rsid w:val="00DE3722"/>
    <w:rsid w:val="00DE6FF5"/>
    <w:rsid w:val="00DF56A6"/>
    <w:rsid w:val="00E032F5"/>
    <w:rsid w:val="00E10441"/>
    <w:rsid w:val="00E34A08"/>
    <w:rsid w:val="00E36D04"/>
    <w:rsid w:val="00E64B3F"/>
    <w:rsid w:val="00E67B23"/>
    <w:rsid w:val="00E700F0"/>
    <w:rsid w:val="00EB5F95"/>
    <w:rsid w:val="00EC6E4C"/>
    <w:rsid w:val="00EF0090"/>
    <w:rsid w:val="00EF42B2"/>
    <w:rsid w:val="00EF5BFD"/>
    <w:rsid w:val="00F04A61"/>
    <w:rsid w:val="00F37CED"/>
    <w:rsid w:val="00F5580B"/>
    <w:rsid w:val="00F65F18"/>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F9934"/>
  <w15:chartTrackingRefBased/>
  <w15:docId w15:val="{23BD8C26-E2D1-4AE5-AC60-C16EB30D2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BesuchterLink">
    <w:name w:val="FollowedHyperlink"/>
    <w:basedOn w:val="Absatz-Standardschriftart"/>
    <w:uiPriority w:val="99"/>
    <w:semiHidden/>
    <w:unhideWhenUsed/>
    <w:rsid w:val="00EF5BF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creativecommons.org/licenses/by-nc-sa/4.0/"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footnotes.xml.rels><?xml version="1.0" encoding="UTF-8" standalone="yes"?>
<Relationships xmlns="http://schemas.openxmlformats.org/package/2006/relationships"><Relationship Id="rId3" Type="http://schemas.openxmlformats.org/officeDocument/2006/relationships/hyperlink" Target="https://github.com/xerial/sqlite-jdbc" TargetMode="External"/><Relationship Id="rId2" Type="http://schemas.openxmlformats.org/officeDocument/2006/relationships/hyperlink" Target="https://javaeditor.org" TargetMode="External"/><Relationship Id="rId1" Type="http://schemas.openxmlformats.org/officeDocument/2006/relationships/hyperlink" Target="https://www.sqlite.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3</Pages>
  <Words>438</Words>
  <Characters>2764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11</cp:revision>
  <cp:lastPrinted>2024-02-02T10:11:00Z</cp:lastPrinted>
  <dcterms:created xsi:type="dcterms:W3CDTF">2022-06-09T07:19:00Z</dcterms:created>
  <dcterms:modified xsi:type="dcterms:W3CDTF">2024-02-02T10:11:00Z</dcterms:modified>
</cp:coreProperties>
</file>