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8A94F" w14:textId="2F0E2A86" w:rsidR="00FE22DE" w:rsidRPr="00D71DD8" w:rsidRDefault="00D71DD8" w:rsidP="00D04197">
      <w:bookmarkStart w:id="0" w:name="_Hlk201075925"/>
      <w:r w:rsidRPr="00D71DD8">
        <w:rPr>
          <w:b/>
          <w:bCs/>
        </w:rPr>
        <w:t>z</w:t>
      </w:r>
      <w:r w:rsidR="00FE22DE" w:rsidRPr="00D71DD8">
        <w:rPr>
          <w:b/>
          <w:bCs/>
        </w:rPr>
        <w:t>u 1 a)</w:t>
      </w:r>
      <w:r w:rsidRPr="00D71DD8">
        <w:rPr>
          <w:b/>
          <w:bCs/>
        </w:rPr>
        <w:t xml:space="preserve"> </w:t>
      </w:r>
      <w:proofErr w:type="spellStart"/>
      <w:r w:rsidRPr="00D71DD8">
        <w:rPr>
          <w:b/>
          <w:bCs/>
        </w:rPr>
        <w:t>SelectionSort</w:t>
      </w:r>
      <w:proofErr w:type="spellEnd"/>
    </w:p>
    <w:tbl>
      <w:tblPr>
        <w:tblStyle w:val="Gitternetztabelle4Akzent1"/>
        <w:tblW w:w="9498" w:type="dxa"/>
        <w:tblInd w:w="-142" w:type="dxa"/>
        <w:tblLook w:val="04A0" w:firstRow="1" w:lastRow="0" w:firstColumn="1" w:lastColumn="0" w:noHBand="0" w:noVBand="1"/>
      </w:tblPr>
      <w:tblGrid>
        <w:gridCol w:w="2947"/>
        <w:gridCol w:w="1091"/>
        <w:gridCol w:w="1092"/>
        <w:gridCol w:w="1092"/>
        <w:gridCol w:w="1092"/>
        <w:gridCol w:w="1092"/>
        <w:gridCol w:w="1092"/>
      </w:tblGrid>
      <w:tr w:rsidR="00D04197" w:rsidRPr="00B72999" w14:paraId="3710F1D2" w14:textId="77777777" w:rsidTr="00EF1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FCED5FC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</w:rPr>
              <w:br w:type="page"/>
            </w:r>
            <w:r w:rsidRPr="00B72999">
              <w:rPr>
                <w:rFonts w:cstheme="minorHAnsi"/>
                <w:b w:val="0"/>
                <w:bCs w:val="0"/>
              </w:rPr>
              <w:br w:type="page"/>
            </w:r>
            <w:proofErr w:type="spellStart"/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index</w:t>
            </w:r>
            <w:proofErr w:type="spellEnd"/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</w:tcBorders>
            <w:shd w:val="clear" w:color="auto" w:fill="4E6B9E"/>
            <w:vAlign w:val="center"/>
          </w:tcPr>
          <w:p w14:paraId="6CF423FF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0</w:t>
            </w:r>
          </w:p>
        </w:tc>
        <w:tc>
          <w:tcPr>
            <w:tcW w:w="1092" w:type="dxa"/>
            <w:shd w:val="clear" w:color="auto" w:fill="4E6B9E"/>
            <w:vAlign w:val="center"/>
          </w:tcPr>
          <w:p w14:paraId="6D15ECCA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1</w:t>
            </w:r>
          </w:p>
        </w:tc>
        <w:tc>
          <w:tcPr>
            <w:tcW w:w="1092" w:type="dxa"/>
            <w:shd w:val="clear" w:color="auto" w:fill="4E6B9E"/>
            <w:vAlign w:val="center"/>
          </w:tcPr>
          <w:p w14:paraId="7D29E4A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2</w:t>
            </w:r>
          </w:p>
        </w:tc>
        <w:tc>
          <w:tcPr>
            <w:tcW w:w="1092" w:type="dxa"/>
            <w:shd w:val="clear" w:color="auto" w:fill="4E6B9E"/>
            <w:vAlign w:val="center"/>
          </w:tcPr>
          <w:p w14:paraId="4B361B2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3</w:t>
            </w:r>
          </w:p>
        </w:tc>
        <w:tc>
          <w:tcPr>
            <w:tcW w:w="1092" w:type="dxa"/>
            <w:shd w:val="clear" w:color="auto" w:fill="4E6B9E"/>
            <w:vAlign w:val="center"/>
          </w:tcPr>
          <w:p w14:paraId="75BCBFC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4</w:t>
            </w:r>
          </w:p>
        </w:tc>
        <w:tc>
          <w:tcPr>
            <w:tcW w:w="1092" w:type="dxa"/>
            <w:tcBorders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6516CF0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72999">
              <w:rPr>
                <w:rFonts w:cstheme="minorHAnsi"/>
                <w:b w:val="0"/>
                <w:bCs w:val="0"/>
              </w:rPr>
              <w:t>5</w:t>
            </w:r>
          </w:p>
        </w:tc>
      </w:tr>
      <w:tr w:rsidR="00D04197" w:rsidRPr="00B72999" w14:paraId="71FAC601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019DA8F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AE26E8D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15</w:t>
            </w: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BB7DF73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13</w:t>
            </w: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580442E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14</w:t>
            </w: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6866E3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18</w:t>
            </w: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5E3EB122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17</w:t>
            </w: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61E42F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11</w:t>
            </w:r>
          </w:p>
        </w:tc>
      </w:tr>
      <w:tr w:rsidR="00D04197" w:rsidRPr="00B72999" w14:paraId="4145F7AD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C8B05E1" w14:textId="77777777" w:rsidR="00D04197" w:rsidRPr="00B72999" w:rsidRDefault="00D04197" w:rsidP="00FE22DE">
            <w:pPr>
              <w:pStyle w:val="Listenabsatz"/>
              <w:spacing w:before="4" w:after="4" w:line="259" w:lineRule="auto"/>
              <w:ind w:left="0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color w:val="000000" w:themeColor="text1"/>
              </w:rPr>
              <w:t>1. äußerer Schleifendurchlauf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3C6D69C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↑</w:t>
            </w:r>
            <w:proofErr w:type="spellStart"/>
            <w:r w:rsidRPr="00B72999">
              <w:rPr>
                <w:rFonts w:cstheme="minorHAnsi"/>
                <w:vertAlign w:val="subscript"/>
              </w:rPr>
              <w:t>max</w:t>
            </w:r>
            <w:proofErr w:type="spellEnd"/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C7F8D0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↑</w:t>
            </w:r>
            <w:r w:rsidRPr="00B72999">
              <w:rPr>
                <w:rFonts w:cstheme="minorHAnsi"/>
                <w:vertAlign w:val="subscript"/>
              </w:rPr>
              <w:t>i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451EC9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65EDDBF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711C18F2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5DF5FF0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72999">
              <w:rPr>
                <w:rFonts w:cstheme="minorHAnsi"/>
              </w:rPr>
              <w:t>↑</w:t>
            </w:r>
            <w:proofErr w:type="spellStart"/>
            <w:r w:rsidRPr="00B72999">
              <w:rPr>
                <w:rFonts w:cstheme="minorHAnsi"/>
                <w:vertAlign w:val="subscript"/>
              </w:rPr>
              <w:t>marker</w:t>
            </w:r>
            <w:proofErr w:type="spellEnd"/>
          </w:p>
        </w:tc>
      </w:tr>
      <w:tr w:rsidR="00D04197" w:rsidRPr="00B72999" w14:paraId="5DEC317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43B87E8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AD9A3DF" w14:textId="0E7996A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A70A4FD" w14:textId="64D3052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0E7644DF" w14:textId="2523ADE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6A3CD302" w14:textId="4F87BB2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A77F62D" w14:textId="5E7527E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72BFF41" w14:textId="3FBA059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43B5AFA3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9325555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B007313" w14:textId="7FA66FC3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B4B678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26CFBF20" w14:textId="0D8342CD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0AE3E5A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63ECEB0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1301B627" w14:textId="6994D383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5CD27D05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C1FE645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ED1A7AD" w14:textId="7369787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2C1A840C" w14:textId="4B1157F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0487EEE" w14:textId="1CA6EE5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483A1746" w14:textId="6F6BFBC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79BB5B6" w14:textId="26142F6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B970CCA" w14:textId="2F1A7C0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6CE8E66B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2130847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7F314F00" w14:textId="77777777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1B0B09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2730818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20A2A87" w14:textId="701B9232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B0E648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233163D" w14:textId="303EB110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2E248B2A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DDC82EB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F974883" w14:textId="3EDA503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9C5ACF1" w14:textId="3E7F909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F889436" w14:textId="374A753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5AA9C6F" w14:textId="424DA1F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D40065F" w14:textId="4640E2E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C413F42" w14:textId="6CC46AC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182674B4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AFB88F9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2EC29392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79A41D1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27FC8EB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1EFACAAF" w14:textId="5720058D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163E5FC3" w14:textId="205AD166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1EC7A8D" w14:textId="584313C8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1AD968B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657CC13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13CAE99" w14:textId="5E190CCD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002F82D" w14:textId="00AF3F3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CF7B2F6" w14:textId="7C5269B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5994E53" w14:textId="24D4371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55EA084" w14:textId="4CA303C3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A40C40A" w14:textId="0281E7B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6090F23E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B74FCFA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521A02A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AE48693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C0BA14D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2537D008" w14:textId="474FD6FB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69347A33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1D40F8AE" w14:textId="020CFCEE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6F1B158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3AA15DB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F154A87" w14:textId="29C71FC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0ED8D9F7" w14:textId="6AB7D72F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02E7FB2" w14:textId="672DFFB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02E59487" w14:textId="7B57824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C7FAFBF" w14:textId="11C2DAFB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9860EC7" w14:textId="5CF72E9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894F966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12D80FE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39BA6C3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FD6289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5DFDB9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7F7BBD8" w14:textId="7E8E3158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5EE29B6" w14:textId="227F0922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CC2CF3C" w14:textId="571A2EB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1466A3B9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630BEA3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70E1B01" w14:textId="4CB0AFF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32EBA27" w14:textId="5CB2A6A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2A813E8" w14:textId="3C4275E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510656E" w14:textId="323527B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10FDEA4" w14:textId="3B57CBE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8DD1475" w14:textId="3007EE9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6D836D9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0A3B42B" w14:textId="283A146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6343A5CB" w14:textId="2A371285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53C4439" w14:textId="36C7CE03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41212A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4616EC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8E2816F" w14:textId="315C236D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48C5651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6DE54B7C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FBCD902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ADDE1B6" w14:textId="1A7C6FA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2D2907F7" w14:textId="2C56D6D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A236A85" w14:textId="3F8D573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5BBA3759" w14:textId="5C6C3DD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1EA32AB" w14:textId="0F3E19B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0A67BB9" w14:textId="1DCE527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62D8887F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08DC7BD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A346285" w14:textId="0B79C6C6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6B45F62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0BC0EFD" w14:textId="1F75F662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0997D85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2152CEE2" w14:textId="32D48EC5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00D768B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314EA500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7F95871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3C2A000" w14:textId="01242F1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C80D545" w14:textId="34D2416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582BDE3" w14:textId="7FA9EC1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3BB9731" w14:textId="3C89706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EA3F1AB" w14:textId="6ACC594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27AEFCF" w14:textId="59CB641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6316FBE4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11CD1CF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39A9BFC0" w14:textId="4DEADB71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02E028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0234CA8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540A68B" w14:textId="049B1E6D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C41F059" w14:textId="642F45F1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8AE559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107379D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3CA38D7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FF34FDE" w14:textId="0BA9088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44BE798" w14:textId="40AEC42F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F007414" w14:textId="2E95B78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F721682" w14:textId="7719A9D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6D63AA4" w14:textId="57E7EA7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3946F03" w14:textId="45F15F7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1F20308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91700D5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4287B44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6B1C243E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31A7428E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78B107F1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A8A97E5" w14:textId="6EB81700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53C3CB2A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C6B37C0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846A5AD" w14:textId="43582F2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94ED175" w14:textId="58FED5AD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FC6801F" w14:textId="1D5174E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D2E0099" w14:textId="05154DA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8D9D788" w14:textId="5A86EBE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82E5019" w14:textId="2757488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3CF256E3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955DC4F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0DF1723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2B714E1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4A8A30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48217BD" w14:textId="6B2A0320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DD564E1" w14:textId="2916CFAE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E8C06E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41780DB4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7FC236C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EE7C1B8" w14:textId="26FED1A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BFFA7BA" w14:textId="6E900AE4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9D27C64" w14:textId="5238F80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AFAB882" w14:textId="64B0159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F852533" w14:textId="7818A64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1F0E46D" w14:textId="45C6D65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2912683E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5B27FA5" w14:textId="572D6EC3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1BD79AD6" w14:textId="41AF5338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95BB891" w14:textId="674AF53F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EC46EB1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0D731E0" w14:textId="18BEB5A3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AA13357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53B9010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71ADACC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235CF5E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5610F82" w14:textId="2A81ED0F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79CB736" w14:textId="50E634B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22D42F1" w14:textId="22FFF85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4D6E1DD2" w14:textId="7DE05A9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47AEE50" w14:textId="08A6B0F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B15318D" w14:textId="7E18634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543A2EAE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C487F28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7442DA19" w14:textId="491B5E31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3B5F69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6C26629" w14:textId="4B885B1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AD6022B" w14:textId="55702D58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F1E0C34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1EC705E7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1BCF8871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71DB927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A54F53F" w14:textId="7DCF964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185130D4" w14:textId="209E8E8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DCAFEAB" w14:textId="09BC874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6F98D52A" w14:textId="29179BB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55368D97" w14:textId="2DF19CC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8E2B1E6" w14:textId="39F959A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30C9742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3B22042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638C4935" w14:textId="0E1736C9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7E1702A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E98C30A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57F30ED" w14:textId="1FC61B6F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B84A2D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A686C39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390733B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5137C92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79EAC5C" w14:textId="37F1555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D46FC33" w14:textId="58044C5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745DB88" w14:textId="5FF1BD9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E03FAA6" w14:textId="39E34C4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9B39118" w14:textId="54221097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8D1F094" w14:textId="2B9D7F1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2301721F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4578DB4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0DE42243" w14:textId="3EE3B6DF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04031F1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06CC520F" w14:textId="470250D4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6774AC5D" w14:textId="406392C4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2055E5B" w14:textId="77777777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872680C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983D76C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1EC11A5" w14:textId="1B945C2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86D9E63" w14:textId="0125A0B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06225B1" w14:textId="29AA30F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04CB62A" w14:textId="34A14393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9F5524F" w14:textId="2283C82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3636DA6" w14:textId="40EB6B6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F487872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80E8008" w14:textId="04FF034A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3F528D7F" w14:textId="77777777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D0B0BC4" w14:textId="14BB9C0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BCF34C0" w14:textId="25A06125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727555C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B027953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8F522E5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5B6606B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A416B4D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ABE6A85" w14:textId="71C9DC7A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260972B2" w14:textId="08F673E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5381CC3D" w14:textId="0F59F41B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5851521" w14:textId="22937E1D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4D886C14" w14:textId="27B69589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5A713FC" w14:textId="7C5D70A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3E9908D3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09DD9B6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72B60A3C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CB38806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left w:val="nil"/>
              <w:right w:val="nil"/>
            </w:tcBorders>
            <w:vAlign w:val="center"/>
          </w:tcPr>
          <w:p w14:paraId="1E761B22" w14:textId="681C39EA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3FBAFBC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5991849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35A8C852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FF44A51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9D3B9BA" w14:textId="391B575C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A88E62B" w14:textId="1282A5B2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30F2D20B" w14:textId="3CC5FCD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6E70C257" w14:textId="55F1EAB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</w:tcBorders>
            <w:vAlign w:val="center"/>
          </w:tcPr>
          <w:p w14:paraId="76DC7558" w14:textId="388B601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28EA6FC" w14:textId="1DE6C11E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0B3AB605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719C32A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2260F6C7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CE805EF" w14:textId="55DF2B10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C389343" w14:textId="68F33904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17671D7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7FA32BA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478D971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183D7BD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6659BDB" w14:textId="77777777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31909AE" w14:textId="5130B795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2955258" w14:textId="7FDCB5A0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584D6A8" w14:textId="30DF416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42BB8F6" w14:textId="0EDC34B8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C63653E" w14:textId="79ECDCB6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C2FFE59" w14:textId="6D83F221" w:rsidR="00D04197" w:rsidRPr="00B72999" w:rsidRDefault="00D04197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04197" w:rsidRPr="00B72999" w14:paraId="7C4ED693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9C5BDD5" w14:textId="462DD632" w:rsidR="00D04197" w:rsidRPr="00B72999" w:rsidRDefault="00D04197" w:rsidP="00FE22DE">
            <w:pPr>
              <w:spacing w:before="4" w:after="4" w:line="259" w:lineRule="auto"/>
              <w:jc w:val="right"/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91" w:type="dxa"/>
            <w:tcBorders>
              <w:left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0210411D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49EB9DF" w14:textId="54FF9DBA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84D6CAB" w14:textId="77777777" w:rsidR="00D04197" w:rsidRPr="00B72999" w:rsidRDefault="00D04197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left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D4E9FA1" w14:textId="77777777" w:rsidR="00D04197" w:rsidRPr="00B72999" w:rsidRDefault="00D04197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E22DE" w:rsidRPr="00B72999" w14:paraId="0F3E3AA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4FEE7AF" w14:textId="334ECB99" w:rsidR="00FE22DE" w:rsidRPr="00B72999" w:rsidRDefault="00FE22DE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  <w:r w:rsidRPr="00B72999">
              <w:rPr>
                <w:rFonts w:cstheme="minorHAnsi"/>
                <w:b w:val="0"/>
                <w:bCs w:val="0"/>
                <w:color w:val="000000" w:themeColor="text1"/>
              </w:rPr>
              <w:t>daten:</w:t>
            </w: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D5D8135" w14:textId="000FC181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732AC36" w14:textId="210CB886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E058B48" w14:textId="5ACDB7B0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5BCFFB4" w14:textId="30DE4A1B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EAA7F38" w14:textId="1E1543FF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F14E265" w14:textId="6D52D729" w:rsidR="00FE22DE" w:rsidRPr="00B72999" w:rsidRDefault="00FE22DE" w:rsidP="00FE22DE">
            <w:pPr>
              <w:spacing w:before="4" w:after="4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E22DE" w:rsidRPr="00B72999" w14:paraId="24852EF4" w14:textId="77777777" w:rsidTr="00EF1495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2E306DC" w14:textId="098A2252" w:rsidR="00FE22DE" w:rsidRPr="00B72999" w:rsidRDefault="00FE22DE" w:rsidP="00FE22DE">
            <w:pPr>
              <w:spacing w:before="4" w:after="4" w:line="259" w:lineRule="auto"/>
              <w:jc w:val="right"/>
              <w:rPr>
                <w:rFonts w:cstheme="minorHAnsi"/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4A8AE490" w14:textId="6194E5A0" w:rsidR="00FE22DE" w:rsidRPr="00B72999" w:rsidRDefault="00FE22DE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4D6F3C75" w14:textId="777F16A6" w:rsidR="00FE22DE" w:rsidRPr="00B72999" w:rsidRDefault="00FE22DE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2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3F6F2DAB" w14:textId="77777777" w:rsidR="00FE22DE" w:rsidRPr="00B72999" w:rsidRDefault="00FE22DE" w:rsidP="00FE22DE">
            <w:pPr>
              <w:spacing w:before="4" w:after="4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737D8CE" w14:textId="77777777" w:rsidR="00FE22DE" w:rsidRPr="00B72999" w:rsidRDefault="00FE22DE" w:rsidP="00FE22DE">
            <w:pPr>
              <w:spacing w:before="4" w:after="4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0"/>
    </w:tbl>
    <w:p w14:paraId="5D06180C" w14:textId="7B4C0501" w:rsidR="0088011A" w:rsidRPr="00D71DD8" w:rsidRDefault="0088011A" w:rsidP="00D71DD8">
      <w:pPr>
        <w:rPr>
          <w:color w:val="4472C4" w:themeColor="accent1"/>
        </w:rPr>
        <w:sectPr w:rsidR="0088011A" w:rsidRPr="00D71DD8" w:rsidSect="003179DB">
          <w:headerReference w:type="default" r:id="rId8"/>
          <w:footerReference w:type="default" r:id="rId9"/>
          <w:pgSz w:w="11906" w:h="16838"/>
          <w:pgMar w:top="2111" w:right="1417" w:bottom="1276" w:left="1417" w:header="708" w:footer="708" w:gutter="0"/>
          <w:cols w:space="708"/>
          <w:docGrid w:linePitch="360"/>
        </w:sectPr>
      </w:pPr>
    </w:p>
    <w:p w14:paraId="23E1E07F" w14:textId="11A56B29" w:rsidR="001547A7" w:rsidRPr="00D71DD8" w:rsidRDefault="00D71DD8" w:rsidP="00970575">
      <w:pPr>
        <w:rPr>
          <w:b/>
          <w:bCs/>
        </w:rPr>
      </w:pPr>
      <w:r w:rsidRPr="00D71DD8">
        <w:rPr>
          <w:b/>
          <w:bCs/>
        </w:rPr>
        <w:lastRenderedPageBreak/>
        <w:t>z</w:t>
      </w:r>
      <w:r w:rsidR="00091E36" w:rsidRPr="00D71DD8">
        <w:rPr>
          <w:b/>
          <w:bCs/>
        </w:rPr>
        <w:t>u 2 a)</w:t>
      </w:r>
      <w:r w:rsidRPr="00D71DD8">
        <w:rPr>
          <w:b/>
          <w:bCs/>
        </w:rPr>
        <w:t xml:space="preserve"> </w:t>
      </w:r>
      <w:proofErr w:type="spellStart"/>
      <w:r w:rsidRPr="00D71DD8">
        <w:rPr>
          <w:b/>
          <w:bCs/>
        </w:rPr>
        <w:t>BubbleSort</w:t>
      </w:r>
      <w:proofErr w:type="spellEnd"/>
    </w:p>
    <w:tbl>
      <w:tblPr>
        <w:tblStyle w:val="Gitternetztabelle4Akzent1"/>
        <w:tblW w:w="0" w:type="auto"/>
        <w:tblInd w:w="-70" w:type="dxa"/>
        <w:tblLook w:val="04A0" w:firstRow="1" w:lastRow="0" w:firstColumn="1" w:lastColumn="0" w:noHBand="0" w:noVBand="1"/>
      </w:tblPr>
      <w:tblGrid>
        <w:gridCol w:w="35"/>
        <w:gridCol w:w="3050"/>
        <w:gridCol w:w="840"/>
        <w:gridCol w:w="841"/>
        <w:gridCol w:w="841"/>
        <w:gridCol w:w="841"/>
        <w:gridCol w:w="841"/>
        <w:gridCol w:w="836"/>
        <w:gridCol w:w="1010"/>
      </w:tblGrid>
      <w:tr w:rsidR="00AF1ECF" w14:paraId="62D302FA" w14:textId="3AE9BEBF" w:rsidTr="0002338D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4472C4"/>
            </w:tcBorders>
            <w:shd w:val="clear" w:color="auto" w:fill="FFFFFF" w:themeFill="background1"/>
            <w:vAlign w:val="center"/>
          </w:tcPr>
          <w:p w14:paraId="4A0CBDAB" w14:textId="53B94957" w:rsidR="00AF1ECF" w:rsidRPr="00B2784E" w:rsidRDefault="00091E36" w:rsidP="00B2784E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proofErr w:type="spellStart"/>
            <w:r>
              <w:rPr>
                <w:b w:val="0"/>
                <w:bCs w:val="0"/>
                <w:color w:val="000000" w:themeColor="text1"/>
              </w:rPr>
              <w:t>i</w:t>
            </w:r>
            <w:r w:rsidRPr="00B2784E">
              <w:rPr>
                <w:b w:val="0"/>
                <w:bCs w:val="0"/>
                <w:color w:val="000000" w:themeColor="text1"/>
              </w:rPr>
              <w:t>ndex</w:t>
            </w:r>
            <w:proofErr w:type="spellEnd"/>
            <w:r w:rsidR="00AF1ECF"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4472C4"/>
            </w:tcBorders>
            <w:shd w:val="clear" w:color="auto" w:fill="4E6B9E"/>
            <w:vAlign w:val="center"/>
          </w:tcPr>
          <w:p w14:paraId="65D51B8A" w14:textId="004954D9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0</w:t>
            </w:r>
          </w:p>
        </w:tc>
        <w:tc>
          <w:tcPr>
            <w:tcW w:w="841" w:type="dxa"/>
            <w:shd w:val="clear" w:color="auto" w:fill="4E6B9E"/>
            <w:vAlign w:val="center"/>
          </w:tcPr>
          <w:p w14:paraId="3B8E75D8" w14:textId="1848A84E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1</w:t>
            </w:r>
          </w:p>
        </w:tc>
        <w:tc>
          <w:tcPr>
            <w:tcW w:w="841" w:type="dxa"/>
            <w:shd w:val="clear" w:color="auto" w:fill="4E6B9E"/>
            <w:vAlign w:val="center"/>
          </w:tcPr>
          <w:p w14:paraId="634BAAD8" w14:textId="366D76E7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2</w:t>
            </w:r>
          </w:p>
        </w:tc>
        <w:tc>
          <w:tcPr>
            <w:tcW w:w="841" w:type="dxa"/>
            <w:shd w:val="clear" w:color="auto" w:fill="4E6B9E"/>
            <w:vAlign w:val="center"/>
          </w:tcPr>
          <w:p w14:paraId="68E61654" w14:textId="20775777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3</w:t>
            </w:r>
          </w:p>
        </w:tc>
        <w:tc>
          <w:tcPr>
            <w:tcW w:w="841" w:type="dxa"/>
            <w:shd w:val="clear" w:color="auto" w:fill="4E6B9E"/>
            <w:vAlign w:val="center"/>
          </w:tcPr>
          <w:p w14:paraId="5DF38A00" w14:textId="1D632A3A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4</w:t>
            </w:r>
          </w:p>
        </w:tc>
        <w:tc>
          <w:tcPr>
            <w:tcW w:w="836" w:type="dxa"/>
            <w:tcBorders>
              <w:right w:val="single" w:sz="24" w:space="0" w:color="8EAADB" w:themeColor="accent1" w:themeTint="99"/>
            </w:tcBorders>
            <w:shd w:val="clear" w:color="auto" w:fill="4E6B9E"/>
            <w:vAlign w:val="center"/>
          </w:tcPr>
          <w:p w14:paraId="63021B02" w14:textId="0057BD2E" w:rsidR="00AF1ECF" w:rsidRPr="00B2784E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5</w:t>
            </w:r>
          </w:p>
        </w:tc>
        <w:tc>
          <w:tcPr>
            <w:tcW w:w="1010" w:type="dxa"/>
            <w:tcBorders>
              <w:left w:val="single" w:sz="24" w:space="0" w:color="8EAADB" w:themeColor="accent1" w:themeTint="99"/>
            </w:tcBorders>
            <w:shd w:val="clear" w:color="auto" w:fill="4E6B9E"/>
          </w:tcPr>
          <w:p w14:paraId="34477E2E" w14:textId="1CD027D1" w:rsidR="00AF1ECF" w:rsidRPr="00AF1ECF" w:rsidRDefault="00AF1ECF" w:rsidP="00B2784E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F1ECF">
              <w:rPr>
                <w:sz w:val="18"/>
                <w:szCs w:val="18"/>
              </w:rPr>
              <w:t>vertauscht</w:t>
            </w:r>
          </w:p>
        </w:tc>
      </w:tr>
      <w:tr w:rsidR="00AF1ECF" w14:paraId="0B473A6E" w14:textId="35C0678E" w:rsidTr="003E6D38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4261633" w14:textId="4EB63FB5" w:rsidR="00AF1ECF" w:rsidRPr="00B2784E" w:rsidRDefault="00AF1ECF" w:rsidP="00B2784E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42E7326" w14:textId="2747C4A3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15</w:t>
            </w: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50463BB" w14:textId="074F7211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13</w:t>
            </w: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472B820" w14:textId="0DD7A948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14</w:t>
            </w: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200E9080" w14:textId="2585DDFD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18</w:t>
            </w: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9CA2F0D" w14:textId="1BA1FA8B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17</w:t>
            </w: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C7BFA8A" w14:textId="301572D9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11</w:t>
            </w: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315178F2" w14:textId="3679E992" w:rsidR="00AF1ECF" w:rsidRPr="00B2784E" w:rsidRDefault="00AF1ECF" w:rsidP="00B2784E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14:paraId="0C23B764" w14:textId="1D99A4E6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994D93" w14:textId="12F2197C" w:rsidR="00091E36" w:rsidRPr="00ED61D9" w:rsidRDefault="00091E36" w:rsidP="00091E36">
            <w:pPr>
              <w:pStyle w:val="Listenabsatz"/>
              <w:numPr>
                <w:ilvl w:val="0"/>
                <w:numId w:val="44"/>
              </w:numPr>
              <w:spacing w:before="20" w:after="20" w:line="259" w:lineRule="auto"/>
              <w:ind w:left="351" w:hanging="299"/>
              <w:rPr>
                <w:color w:val="000000" w:themeColor="text1"/>
              </w:rPr>
            </w:pPr>
            <w:r>
              <w:rPr>
                <w:color w:val="000000" w:themeColor="text1"/>
              </w:rPr>
              <w:t>äußerer Schleifendurchlauf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241E26A" w14:textId="662097C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84E">
              <w:rPr>
                <w:rFonts w:cstheme="minorHAnsi"/>
              </w:rPr>
              <w:t>↑</w:t>
            </w:r>
            <w:r w:rsidRPr="00B2784E">
              <w:rPr>
                <w:vertAlign w:val="subscript"/>
              </w:rPr>
              <w:t>i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497A01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7E5C3A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48F2BE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39498D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76B801A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2A57BBE3" w14:textId="17024FC8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falsch</w:t>
            </w:r>
          </w:p>
        </w:tc>
      </w:tr>
      <w:tr w:rsidR="00091E36" w14:paraId="3D0EDD5D" w14:textId="02CFAD04" w:rsidTr="003E6D38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13F1D77" w14:textId="4852C145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bookmarkStart w:id="1" w:name="_Hlk201071928"/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D5A4986" w14:textId="386D9B4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BC39E15" w14:textId="0AD2149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A943D9B" w14:textId="79674BC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40C4311" w14:textId="0BA94FC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575C242" w14:textId="0FBAC87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1AA4B13" w14:textId="120CCA5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742D12BF" w14:textId="7E025EA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14:paraId="632EF68E" w14:textId="00350E3F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E4EFAD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6FB1EC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AD92D3B" w14:textId="568F6EB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8A9285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C7C9D3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3A929F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0BBCC06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0E703DD0" w14:textId="5FEB0799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14:paraId="40FF20A8" w14:textId="03000D83" w:rsidTr="003E6D38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BB58113" w14:textId="6EF1EFCB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D25876D" w14:textId="31898F2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3C92C0D" w14:textId="18F95DA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7ABC531" w14:textId="627E0E5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3B8B3CE" w14:textId="5D10A45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FD6B8DB" w14:textId="0AC25A5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7B7E8D49" w14:textId="57985A0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34131E3B" w14:textId="3BF70E7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14:paraId="7AB18AC1" w14:textId="5C7B9FF2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5782F37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EB8158A" w14:textId="33BDDBD8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71F30B1" w14:textId="721F3EE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29BBCCF" w14:textId="007009E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BA7281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6BAD55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4897981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0DB3FA1F" w14:textId="0546993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14:paraId="18B571E7" w14:textId="4C8F21F8" w:rsidTr="003E6D38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648930D" w14:textId="15D65B9A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93E4360" w14:textId="110311E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4AB71B3" w14:textId="60FE25F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0359FDE" w14:textId="3CECBC3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442D833" w14:textId="26699E5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36CDA1E" w14:textId="6E9A097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1F89693" w14:textId="65399F1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2A171577" w14:textId="0FF3537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14:paraId="1A0C32CD" w14:textId="529F3F0F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1617E13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42E885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30C7C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26DA94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405317C" w14:textId="3091FC12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648509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F47A18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42431191" w14:textId="3DD1B1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14:paraId="2312BE7F" w14:textId="2205CFD4" w:rsidTr="0002338D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A628001" w14:textId="6DF6D193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FD57903" w14:textId="5789963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B9028FA" w14:textId="5E21F38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480E433" w14:textId="3F31374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FBF4927" w14:textId="70CB380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86621BB" w14:textId="2AFAC10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5128BE20" w14:textId="6B80103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5402BDEC" w14:textId="04D49F7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14:paraId="6E7D622F" w14:textId="083CF2A3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EC1708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E07BD3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9F1F73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2A4C5F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64BE3F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875FE10" w14:textId="3F31BEA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31A0522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2534F9E9" w14:textId="54544040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14:paraId="5D7B9B9B" w14:textId="7C6416F0" w:rsidTr="0002338D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4021A5E" w14:textId="36B5A383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FBA73AC" w14:textId="18C77FD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EF45A22" w14:textId="1DE5ED2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F32C395" w14:textId="3C44290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986276F" w14:textId="43695DE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AA3B45B" w14:textId="2E88712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54AB12B" w14:textId="726BD99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26D0F757" w14:textId="18EB15E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1"/>
      <w:tr w:rsidR="00091E36" w14:paraId="1FDA635D" w14:textId="39AD8BB7" w:rsidTr="0002338D">
        <w:trPr>
          <w:gridBefore w:val="1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EBF22E" w14:textId="6A064159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DB674C7" w14:textId="5C1C3AB2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BAAB44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ED22A2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FA7323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C3F50D5" w14:textId="2D316348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40CF33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51D5AD6B" w14:textId="57330A3A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14:paraId="5539008B" w14:textId="0D6AB5B8" w:rsidTr="0002338D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A4C992D" w14:textId="212F3607" w:rsidR="00091E36" w:rsidRPr="00B2784E" w:rsidRDefault="00091E36" w:rsidP="00091E36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79D1D99" w14:textId="070AB74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1857702" w14:textId="0D4ABB9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8336E74" w14:textId="56A183D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821331A" w14:textId="74B4C97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CB259EB" w14:textId="468EF0B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1304E4F" w14:textId="4204A08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1CA1122" w14:textId="4F7FF08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243899FF" w14:textId="50003585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8BA3558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1A9D71E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25283571" w14:textId="7BBA15F6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1296E73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42305D6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547B218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right w:val="single" w:sz="24" w:space="0" w:color="8EAADB" w:themeColor="accent1" w:themeTint="99"/>
            </w:tcBorders>
            <w:vAlign w:val="center"/>
          </w:tcPr>
          <w:p w14:paraId="12C17F2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right w:val="nil"/>
            </w:tcBorders>
          </w:tcPr>
          <w:p w14:paraId="331205EF" w14:textId="41267743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55382C8B" w14:textId="557A7AC3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A788B67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D88B7FF" w14:textId="38E6D7F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10799B7" w14:textId="30FEC56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BA0C080" w14:textId="119234C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10598C3" w14:textId="6E6E1E6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EC23566" w14:textId="11791D8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B876B9D" w14:textId="2CE9694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56C47BFB" w14:textId="7A3A8EB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43905876" w14:textId="4AD530A9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11A769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2B505BF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4E4A6A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12DA8760" w14:textId="7B23D793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488298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6AD9D4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5D77449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6FB8B37C" w14:textId="0AF88570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367692F1" w14:textId="1BCA9210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39E7266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0976A21" w14:textId="32BB5E3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BCF3AE0" w14:textId="178A611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28125069" w14:textId="41F60E2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1A385FD" w14:textId="1239797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9581D71" w14:textId="37FA23B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46E4C6C" w14:textId="291223F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45522696" w14:textId="33827E2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45138C85" w14:textId="7B9F19DC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EFFAD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A78164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BFA7BF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37300D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DF4C612" w14:textId="33C9C1E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25F8BA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67EAF3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21B0172B" w14:textId="59191F11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053C505D" w14:textId="7B75850A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A029A1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0DF3588" w14:textId="31D4FCE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E158AEF" w14:textId="308322A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B7FB549" w14:textId="260F357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D5A8FC7" w14:textId="2A6CAC0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264AB277" w14:textId="123F88B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1AAD4BA9" w14:textId="5E20253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667DC837" w14:textId="302EF03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7AA1CC58" w14:textId="0276E24A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E3BB93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C9FF4A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F79AD6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9FEBA4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1C3D694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7AFB70D9" w14:textId="7D5774D1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1B25224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25D3F179" w14:textId="52F7893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9A0C904" w14:textId="4EE378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C294D26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78163FA" w14:textId="16AC111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9E53800" w14:textId="52BF79A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9A22B18" w14:textId="6EA533C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5D5C226A" w14:textId="64C1820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2A12F86" w14:textId="12BFD7A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CA8FA8C" w14:textId="1F29697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07913EFB" w14:textId="13C166F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05F62EB5" w14:textId="6A29DD2D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3ED374" w14:textId="0D05EB39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242B4FA" w14:textId="761B656A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425984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14F1A1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2A8660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15E0E3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053B29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6316F7D0" w14:textId="62190D2D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15FA0E1A" w14:textId="032DD90F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06A9AE9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4C5CF96" w14:textId="24479FA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3B97965" w14:textId="7EBFEF2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D72F19C" w14:textId="45EF0C8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DAB9FF4" w14:textId="212FE84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C24028D" w14:textId="0D4B6A0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5C828375" w14:textId="140E8D3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ECB68B" w14:textId="593EDF3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5EC53A82" w14:textId="6423BEC6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FBB2D1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3707DEA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43F6A27C" w14:textId="7D6690E5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67C450C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715AD08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43FFCCA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759E57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4A5A9F53" w14:textId="6AC407A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172C55CD" w14:textId="119F147D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F62681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D41070A" w14:textId="04CD6C5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2B7D0B2" w14:textId="631DAEF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0CDE9C6" w14:textId="713D98D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68E11BE" w14:textId="6F141A3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34B846E" w14:textId="1BDC577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3246B12" w14:textId="62D18B5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1EE1B104" w14:textId="5C06A45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26CA9EA8" w14:textId="5350A35E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E45F29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4623588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5507E21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2A79B59F" w14:textId="3E17788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1A3954C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2475283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D95618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579840D6" w14:textId="57C1BA5D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128EC727" w14:textId="06FC3CF8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635521F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69C46DB" w14:textId="65F6B67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3456FFFF" w14:textId="11362A0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8A7BB92" w14:textId="79C838C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25D39307" w14:textId="4A27F3F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0BC35DB" w14:textId="175C474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F6AE2E3" w14:textId="257868E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15BBA6CD" w14:textId="05DA6EA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1287E21B" w14:textId="5AFABC7F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7AEED9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929BFD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1B1801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18C865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709AA98" w14:textId="26BCE203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8E2428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B1F804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601E2C8D" w14:textId="44C3CDD9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53E378F7" w14:textId="00A003F4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1F9EAE6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bookmarkStart w:id="2" w:name="_Hlk201072408"/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BB518CC" w14:textId="590B6D5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D854080" w14:textId="329A005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C0838C2" w14:textId="397AAF0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2761E2E" w14:textId="3A430DF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8708AEE" w14:textId="629CF3D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08E7320" w14:textId="3737614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15C45C3E" w14:textId="27D3AB2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2"/>
      <w:tr w:rsidR="00091E36" w:rsidRPr="00B2784E" w14:paraId="075DCDEF" w14:textId="29137DA2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8A4914B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C66C3D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D74B20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10DF827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699D4F6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52FCB88D" w14:textId="5C5558F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4440DCA7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right w:val="nil"/>
            </w:tcBorders>
          </w:tcPr>
          <w:p w14:paraId="6BC77D4A" w14:textId="249DFF3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5AAD2057" w14:textId="5F1E6260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4B20671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CADF4DE" w14:textId="5F1A6CD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2897BDFE" w14:textId="60FCD8E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60608ED7" w14:textId="343B461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7354B893" w14:textId="5B284DB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1439E3E1" w14:textId="359974F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BE7E79D" w14:textId="5143EAF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2BB0E10E" w14:textId="7E58B5C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25174E30" w14:textId="3BB6AA4E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ED83B7" w14:textId="371D8ECC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1E2C353" w14:textId="440261B6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36BF15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F16543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6A8FEE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C4867C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0C1C7B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69B05277" w14:textId="13CD3F4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31C9168" w14:textId="2C58A128" w:rsidTr="003E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A1F3C57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B5A9DB9" w14:textId="3C04D3E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E61A8AD" w14:textId="7842F6D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390A447" w14:textId="1E3BD40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EFB10CE" w14:textId="2EFF967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0C0A6F2" w14:textId="73D434E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9D17258" w14:textId="2A6B5CC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5F2B5405" w14:textId="5ED5925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67C45233" w14:textId="1C433184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030ACA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1C1B03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7E91F6BB" w14:textId="1E72C5E6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0B3727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F3A82C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42B75CA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F69C557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58CF456E" w14:textId="2041FC2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3EA3F683" w14:textId="22A77ACF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192662F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4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8671C5A" w14:textId="63907ED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46B7652A" w14:textId="7E9CE1D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4B0C624" w14:textId="4A7827D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CAE0A4E" w14:textId="03AACC9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bottom w:val="single" w:sz="4" w:space="0" w:color="8EAADB" w:themeColor="accent1" w:themeTint="99"/>
            </w:tcBorders>
            <w:vAlign w:val="center"/>
          </w:tcPr>
          <w:p w14:paraId="0BCE00CC" w14:textId="1DACA7B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790136E5" w14:textId="341ED3B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0E1F159E" w14:textId="425D1EC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3AD72B96" w14:textId="598D0DA3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334DB3A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center"/>
          </w:tcPr>
          <w:p w14:paraId="0DCB1F8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center"/>
          </w:tcPr>
          <w:p w14:paraId="4485679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center"/>
          </w:tcPr>
          <w:p w14:paraId="4CE4EF9D" w14:textId="0FDB4582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center"/>
          </w:tcPr>
          <w:p w14:paraId="05C9445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center"/>
          </w:tcPr>
          <w:p w14:paraId="15504D9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6" w:type="dxa"/>
            <w:tcBorders>
              <w:top w:val="single" w:sz="4" w:space="0" w:color="8EAADB" w:themeColor="accent1" w:themeTint="99"/>
              <w:left w:val="nil"/>
              <w:bottom w:val="nil"/>
              <w:right w:val="single" w:sz="24" w:space="0" w:color="8EAADB" w:themeColor="accent1" w:themeTint="99"/>
            </w:tcBorders>
            <w:vAlign w:val="center"/>
          </w:tcPr>
          <w:p w14:paraId="44BDA7B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nil"/>
              <w:right w:val="nil"/>
            </w:tcBorders>
          </w:tcPr>
          <w:p w14:paraId="13510BBF" w14:textId="395F15F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35BE0F" w14:textId="5E86A885" w:rsidR="00ED61D9" w:rsidRDefault="00ED61D9">
      <w:r>
        <w:rPr>
          <w:b/>
          <w:bCs/>
        </w:rPr>
        <w:br w:type="page"/>
      </w:r>
    </w:p>
    <w:tbl>
      <w:tblPr>
        <w:tblStyle w:val="Gitternetztabelle4Akzent1"/>
        <w:tblW w:w="9142" w:type="dxa"/>
        <w:tblInd w:w="-70" w:type="dxa"/>
        <w:tblLook w:val="0480" w:firstRow="0" w:lastRow="0" w:firstColumn="1" w:lastColumn="0" w:noHBand="0" w:noVBand="1"/>
      </w:tblPr>
      <w:tblGrid>
        <w:gridCol w:w="3047"/>
        <w:gridCol w:w="850"/>
        <w:gridCol w:w="851"/>
        <w:gridCol w:w="850"/>
        <w:gridCol w:w="851"/>
        <w:gridCol w:w="850"/>
        <w:gridCol w:w="851"/>
        <w:gridCol w:w="992"/>
      </w:tblGrid>
      <w:tr w:rsidR="00AF1ECF" w:rsidRPr="00B2784E" w14:paraId="68B8FABE" w14:textId="3C7241AE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BAFDDC0" w14:textId="09C1A077" w:rsidR="00AF1ECF" w:rsidRPr="00B2784E" w:rsidRDefault="00AF1ECF" w:rsidP="00830423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lastRenderedPageBreak/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4DAFACC" w14:textId="6353A158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FD43B40" w14:textId="24F4EDCD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BF1E99B" w14:textId="559DE206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A9BB3C1" w14:textId="6B48742D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24BC1CA" w14:textId="1B74CF7B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F563195" w14:textId="367E0439" w:rsidR="00AF1ECF" w:rsidRPr="00E67E88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64E83AF" w14:textId="18629E48" w:rsidR="00AF1ECF" w:rsidRPr="00AF1ECF" w:rsidRDefault="00AF1ECF" w:rsidP="00830423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91E36" w:rsidRPr="00B2784E" w14:paraId="63E4005E" w14:textId="0D1E9164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782E28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C8F73E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65EF1D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370752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C4A83C0" w14:textId="2E1B1B3B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1AD33E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CAC952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68BC615F" w14:textId="1A619EF0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7EEF7F8C" w14:textId="1DF0749F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CEEFD40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77657B1" w14:textId="183416E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520EFA2A" w14:textId="4A862B3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3A0076F" w14:textId="28F7EE8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4D49EF8F" w14:textId="66DF8B8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87830AB" w14:textId="020076F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5EFE34B" w14:textId="60F0693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2CB6BBF3" w14:textId="3CC23E0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7BD58B7A" w14:textId="795517FD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4FD0CC1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ADF1B5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1C296AB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7BEEF31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18EFF38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485E2A6E" w14:textId="03E86F16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5F8E942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right w:val="nil"/>
            </w:tcBorders>
          </w:tcPr>
          <w:p w14:paraId="50864663" w14:textId="21603BF2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85D087B" w14:textId="4A471902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A54D130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2EA00AB" w14:textId="081159E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56287EFB" w14:textId="710280B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6A9C3B5F" w14:textId="31A3B92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069EA3B3" w14:textId="0CB5B31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0EFACAFE" w14:textId="4B68C0B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64A3842" w14:textId="06FA4D0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249741C9" w14:textId="02D31BA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1F125C9F" w14:textId="59C3909D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B8D752F" w14:textId="03FBFE95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CD558BB" w14:textId="387689B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FB9AA7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0CC86D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15DE59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A3C77A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CC790F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3E8FB3A6" w14:textId="1CB3CAC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0B73FED8" w14:textId="29EBAE43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E77F09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A56A15B" w14:textId="4E5EB8A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8791698" w14:textId="153932C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864ACD9" w14:textId="6547F97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947BC54" w14:textId="6DD37BF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0109E88" w14:textId="1E16DAC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89EB434" w14:textId="368EC48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51891AB4" w14:textId="2FFE206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6FE4CF9F" w14:textId="13D2477B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0450AC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4C97DD2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790B248F" w14:textId="4373330B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3B867F8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31D7485E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14:paraId="2B000E5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C324744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050CF63B" w14:textId="22DE4113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69DF2EF7" w14:textId="5D4EDFEB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7FDF163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42228BA" w14:textId="248AB6A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4D811F2B" w14:textId="1DD236B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6D9585EA" w14:textId="52ABA47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1C3F6549" w14:textId="70283CA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471D5DFD" w14:textId="26A702E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CAB7CCA" w14:textId="357A0F3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35F113D6" w14:textId="432EE81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018AB961" w14:textId="7C92CDEF" w:rsidTr="003E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219B4EA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1F3E402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323045D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00F497B0" w14:textId="6CEA6E58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426BE61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4067188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E2521B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26F337D2" w14:textId="788DA471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4DFCB5E0" w14:textId="5BB13FA4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1F6808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8AE718C" w14:textId="3E2B324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4746E25F" w14:textId="2C290ED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0567408A" w14:textId="3C372F9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6523A26E" w14:textId="4FB70B3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31B4DEC" w14:textId="009E307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9892927" w14:textId="78982A5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39E353F1" w14:textId="798A82C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54E9844B" w14:textId="611804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DA441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A74026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F8CD24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6AE13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74F5134" w14:textId="7BB7A8CA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EAF74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91D524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717020BE" w14:textId="1A34EEB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6D1C565E" w14:textId="75A51F38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D8514A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5770C1D" w14:textId="2DE7763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13187128" w14:textId="7CDFB9C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BB9BCFC" w14:textId="1CF4F82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0F93E4E5" w14:textId="3C4778E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37C0D466" w14:textId="7896625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7BA11129" w14:textId="4FD34F4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5AAB8D78" w14:textId="51C931D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33FAABAF" w14:textId="025F249E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2A3361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5020B5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2A7A199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2934A1E7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6333F1E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5AD44D10" w14:textId="2E0D6CDC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1D9D3B5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right w:val="nil"/>
            </w:tcBorders>
          </w:tcPr>
          <w:p w14:paraId="170C63B8" w14:textId="23AFE5BE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3DBE769" w14:textId="515A44AA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299370F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AE21629" w14:textId="187D734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0E790953" w14:textId="574BF83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5467743E" w14:textId="58A89AE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1FE3461E" w14:textId="621848A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6D05AD56" w14:textId="6D3D41F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DD79E2D" w14:textId="54160EA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0F090ECB" w14:textId="444FCC4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43A18E05" w14:textId="69893DD6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8BA8BA0" w14:textId="75623EC4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78B6B2B" w14:textId="35DB6DD9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A9B15A2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A99A67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39503E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6C4279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1E307267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51162E81" w14:textId="1FBD2259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702CAFE4" w14:textId="5B02FD0D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7D21CE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2AC7209" w14:textId="6AC26C0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C9F971D" w14:textId="21FC652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1751731" w14:textId="1F29CF2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4077CC1" w14:textId="7AFEE1C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E49DCAA" w14:textId="53122AC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2A35CD2" w14:textId="3E11FC8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1CB2D509" w14:textId="4A5D2204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0686E480" w14:textId="13A370AC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64A23B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18B09A9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4A2633CB" w14:textId="711ECAB8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69DD667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6036F738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7B71C53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6C67519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00262505" w14:textId="3FB72BF9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43312BFF" w14:textId="5266DC93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FF8C09D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5023722" w14:textId="09098AF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4109BCA3" w14:textId="333B67CA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D969647" w14:textId="392A9FA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050FEC33" w14:textId="515B5DC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4EE5222A" w14:textId="3C8B918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75C8398" w14:textId="4553D7D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4F28D03D" w14:textId="71EEC81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39AEC8D0" w14:textId="6BC99E68" w:rsidTr="003E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719DF1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1C50B4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6F4D9B3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0F49A98A" w14:textId="05A54B8A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17F9CB1B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64F1989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3777ACD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  <w:right w:val="nil"/>
            </w:tcBorders>
          </w:tcPr>
          <w:p w14:paraId="30CEEB5A" w14:textId="4E253D16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01965FA" w14:textId="0D27A102" w:rsidTr="0063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15AB233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F7311D1" w14:textId="121FA420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4C7F36C0" w14:textId="357CDC6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47642F17" w14:textId="587C595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696F6483" w14:textId="7C6F64D6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716FE9A7" w14:textId="55A37FEC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D63935E" w14:textId="314F98BE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44587DE0" w14:textId="708030D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33F82607" w14:textId="11E1E46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969DFCC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DBB3C86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30DA8FC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18B04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42E65E3" w14:textId="7BE6E17A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30778C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single" w:sz="2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0B03BE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right w:val="nil"/>
            </w:tcBorders>
            <w:shd w:val="clear" w:color="auto" w:fill="FFFFFF" w:themeFill="background1"/>
          </w:tcPr>
          <w:p w14:paraId="2203F7B8" w14:textId="62E8112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28BA34CC" w14:textId="0D431F72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1D7AB17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9CB754F" w14:textId="32EAEBC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6D603D60" w14:textId="0BB4D20D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201F7860" w14:textId="05CC5A67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7259AEF3" w14:textId="73685D3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75998354" w14:textId="344FC5E9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1D5032D1" w14:textId="6364FD21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631A0478" w14:textId="00DE9162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E36" w:rsidRPr="00B2784E" w14:paraId="4D9DF16D" w14:textId="782A684D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884AC8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29A997E0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6A342F35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6F04055A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14:paraId="084E4CA1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3EDE6493" w14:textId="0E73645F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74C53C0F" w14:textId="77777777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right w:val="nil"/>
            </w:tcBorders>
          </w:tcPr>
          <w:p w14:paraId="0DF043B8" w14:textId="79640DD4" w:rsidR="00091E36" w:rsidRPr="00B2784E" w:rsidRDefault="00091E36" w:rsidP="00091E36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E36" w:rsidRPr="00B2784E" w14:paraId="48A7EA06" w14:textId="55629321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F43C4AE" w14:textId="77777777" w:rsidR="00091E36" w:rsidRPr="00B2784E" w:rsidRDefault="00091E36" w:rsidP="00091E36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5DD1823" w14:textId="5733CC6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2DF3B0C9" w14:textId="690746C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78D1E017" w14:textId="1F430443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</w:tcBorders>
            <w:vAlign w:val="center"/>
          </w:tcPr>
          <w:p w14:paraId="268EC0BA" w14:textId="6BE730AB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bottom w:val="single" w:sz="4" w:space="0" w:color="8EAADB" w:themeColor="accent1" w:themeTint="99"/>
            </w:tcBorders>
            <w:vAlign w:val="center"/>
          </w:tcPr>
          <w:p w14:paraId="4D84687A" w14:textId="199B0A4F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1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BA8E00B" w14:textId="7BDE48C8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</w:tcPr>
          <w:p w14:paraId="41B3360D" w14:textId="70235F65" w:rsidR="00091E36" w:rsidRPr="00B2784E" w:rsidRDefault="00091E36" w:rsidP="00091E36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F1C47E" w14:textId="17D522E7" w:rsidR="00394CAB" w:rsidRDefault="00394CAB" w:rsidP="00C279B4">
      <w:pPr>
        <w:rPr>
          <w:b/>
          <w:bCs/>
        </w:rPr>
        <w:sectPr w:rsidR="00394CAB" w:rsidSect="00D71DD8">
          <w:footerReference w:type="default" r:id="rId10"/>
          <w:pgSz w:w="11906" w:h="16838"/>
          <w:pgMar w:top="2109" w:right="1418" w:bottom="1276" w:left="1418" w:header="709" w:footer="709" w:gutter="0"/>
          <w:cols w:space="708"/>
          <w:docGrid w:linePitch="360"/>
        </w:sectPr>
      </w:pPr>
    </w:p>
    <w:tbl>
      <w:tblPr>
        <w:tblStyle w:val="Gitternetztabelle4Akzent1"/>
        <w:tblpPr w:leftFromText="141" w:rightFromText="141" w:horzAnchor="margin" w:tblpY="585"/>
        <w:tblW w:w="0" w:type="auto"/>
        <w:tblLook w:val="04A0" w:firstRow="1" w:lastRow="0" w:firstColumn="1" w:lastColumn="0" w:noHBand="0" w:noVBand="1"/>
      </w:tblPr>
      <w:tblGrid>
        <w:gridCol w:w="2977"/>
        <w:gridCol w:w="870"/>
        <w:gridCol w:w="870"/>
        <w:gridCol w:w="870"/>
        <w:gridCol w:w="870"/>
        <w:gridCol w:w="870"/>
        <w:gridCol w:w="870"/>
        <w:gridCol w:w="870"/>
      </w:tblGrid>
      <w:tr w:rsidR="003D321C" w14:paraId="06BBFD8E" w14:textId="77777777" w:rsidTr="00EF1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296069A0" w14:textId="60C965ED" w:rsidR="003D321C" w:rsidRDefault="00091E36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Lösung zu 3</w:t>
            </w:r>
            <w:proofErr w:type="gramStart"/>
            <w:r>
              <w:rPr>
                <w:b w:val="0"/>
                <w:bCs w:val="0"/>
              </w:rPr>
              <w:t>a)</w:t>
            </w:r>
            <w:proofErr w:type="spellStart"/>
            <w:r w:rsidR="003D321C" w:rsidRPr="00B2784E">
              <w:rPr>
                <w:b w:val="0"/>
                <w:bCs w:val="0"/>
                <w:color w:val="000000" w:themeColor="text1"/>
              </w:rPr>
              <w:t>index</w:t>
            </w:r>
            <w:proofErr w:type="spellEnd"/>
            <w:proofErr w:type="gramEnd"/>
            <w:r w:rsidR="003D321C"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</w:tcBorders>
            <w:shd w:val="clear" w:color="auto" w:fill="4E6B9E"/>
            <w:vAlign w:val="center"/>
          </w:tcPr>
          <w:p w14:paraId="72C0E003" w14:textId="2CC580D3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0</w:t>
            </w:r>
          </w:p>
        </w:tc>
        <w:tc>
          <w:tcPr>
            <w:tcW w:w="870" w:type="dxa"/>
            <w:shd w:val="clear" w:color="auto" w:fill="4E6B9E"/>
            <w:vAlign w:val="center"/>
          </w:tcPr>
          <w:p w14:paraId="6C5EB877" w14:textId="2FEBDFD7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1</w:t>
            </w:r>
          </w:p>
        </w:tc>
        <w:tc>
          <w:tcPr>
            <w:tcW w:w="870" w:type="dxa"/>
            <w:shd w:val="clear" w:color="auto" w:fill="4E6B9E"/>
            <w:vAlign w:val="center"/>
          </w:tcPr>
          <w:p w14:paraId="08D7A44C" w14:textId="06F715FF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2</w:t>
            </w:r>
          </w:p>
        </w:tc>
        <w:tc>
          <w:tcPr>
            <w:tcW w:w="870" w:type="dxa"/>
            <w:shd w:val="clear" w:color="auto" w:fill="4E6B9E"/>
            <w:vAlign w:val="center"/>
          </w:tcPr>
          <w:p w14:paraId="53C69CD9" w14:textId="501397C6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3</w:t>
            </w:r>
          </w:p>
        </w:tc>
        <w:tc>
          <w:tcPr>
            <w:tcW w:w="870" w:type="dxa"/>
            <w:shd w:val="clear" w:color="auto" w:fill="4E6B9E"/>
            <w:vAlign w:val="center"/>
          </w:tcPr>
          <w:p w14:paraId="057C153D" w14:textId="1AB2735B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4</w:t>
            </w:r>
          </w:p>
        </w:tc>
        <w:tc>
          <w:tcPr>
            <w:tcW w:w="870" w:type="dxa"/>
            <w:tcBorders>
              <w:right w:val="single" w:sz="24" w:space="0" w:color="8EAADB" w:themeColor="accent1" w:themeTint="99"/>
            </w:tcBorders>
            <w:shd w:val="clear" w:color="auto" w:fill="4E6B9E"/>
            <w:vAlign w:val="center"/>
          </w:tcPr>
          <w:p w14:paraId="044787ED" w14:textId="4B00172A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5</w:t>
            </w: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shd w:val="clear" w:color="auto" w:fill="4E6B9E"/>
            <w:vAlign w:val="center"/>
          </w:tcPr>
          <w:p w14:paraId="47363C81" w14:textId="5D858D6F" w:rsidR="003D321C" w:rsidRPr="003D321C" w:rsidRDefault="003D321C" w:rsidP="00091E36">
            <w:pPr>
              <w:spacing w:before="2" w:after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321C">
              <w:t>m</w:t>
            </w:r>
          </w:p>
        </w:tc>
      </w:tr>
      <w:tr w:rsidR="003D321C" w14:paraId="4333B8C9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4FAD825" w14:textId="678FB9BB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643000C" w14:textId="0FD5360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15</w:t>
            </w: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365A8E5" w14:textId="0187082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13</w:t>
            </w: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4E0D3F8B" w14:textId="3451B1C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14</w:t>
            </w: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D4B95FA" w14:textId="3D1E6D7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18</w:t>
            </w: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7C599E6" w14:textId="535B81A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17</w:t>
            </w: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2ADCC9E" w14:textId="788ADEF4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t>11</w:t>
            </w: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208FAEDB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411573D9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3244DDD3" w14:textId="02982251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>
              <w:rPr>
                <w:color w:val="000000" w:themeColor="text1"/>
              </w:rPr>
              <w:t>1. äußerer Schleifendurchlauf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16FEA339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1C884B1" w14:textId="216931A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2784E">
              <w:rPr>
                <w:rFonts w:cstheme="minorHAnsi"/>
              </w:rPr>
              <w:t>↑</w:t>
            </w:r>
            <w:proofErr w:type="spellStart"/>
            <w:proofErr w:type="gramStart"/>
            <w:r w:rsidRPr="00B2784E">
              <w:rPr>
                <w:vertAlign w:val="subscript"/>
              </w:rPr>
              <w:t>i</w:t>
            </w:r>
            <w:r>
              <w:rPr>
                <w:vertAlign w:val="subscript"/>
              </w:rPr>
              <w:t>,j</w:t>
            </w:r>
            <w:proofErr w:type="spellEnd"/>
            <w:proofErr w:type="gramEnd"/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49762FA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EBCE12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F16177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7D900886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9A3EF06" w14:textId="5BA29E4C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13</w:t>
            </w:r>
          </w:p>
        </w:tc>
      </w:tr>
      <w:tr w:rsidR="003D321C" w14:paraId="637E3D4C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6F0A2E49" w14:textId="089FB729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49E9A48" w14:textId="63C1760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391AE6D" w14:textId="4CEAB8D4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6DD3F3A" w14:textId="3C420C9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0CF4D50" w14:textId="14C748D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BD5ED92" w14:textId="5EFC6BF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907EF74" w14:textId="3F19E1E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07A00D3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286953DD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D02719C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61CD73A4" w14:textId="040933A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1DA5217" w14:textId="34D9010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F8C0B5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A9B8096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AA0E9F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1A3D4D2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3CC68F04" w14:textId="0FD9E2A8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54A91280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6BC2FCBB" w14:textId="7060AEC6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2667BA9" w14:textId="3DAAEC9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20A2C143" w14:textId="206AD64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EDCEA07" w14:textId="0352F41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C0ADB59" w14:textId="142C520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78D9FC6" w14:textId="1234F1C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F3762D8" w14:textId="700F336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4AD7D23C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620514B4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5379602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7082BEF0" w14:textId="36946C48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2E3F2E6" w14:textId="636F0EB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DEA492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0064B92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C8DDC0F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93FF1E2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52F48B4" w14:textId="614306F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33F256B7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7F82C22" w14:textId="741187D4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6C20007" w14:textId="3712775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B87C0C4" w14:textId="03E303B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1FB1033" w14:textId="47B19D0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7A924B6" w14:textId="7D47D48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EF205BA" w14:textId="743DADF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5D29679" w14:textId="770ACBE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</w:tcBorders>
            <w:vAlign w:val="center"/>
          </w:tcPr>
          <w:p w14:paraId="6AE37AFE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551CB785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2F56872" w14:textId="125333AF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4BB4BF92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0261C1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1101585" w14:textId="55C4E451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116324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B94D3DF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0790E8C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5D3F012B" w14:textId="5A785795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47BAAA2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49B94E8B" w14:textId="71264F71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507138B" w14:textId="69A12B2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B85AEA9" w14:textId="6F0D3B1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328A6A34" w14:textId="2130FAA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3191A72" w14:textId="383D429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5183AD0" w14:textId="792269A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D952EA2" w14:textId="7D77D48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F2ACB01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6F196FAD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5F1E43E7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71FD56D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B4B8EA4" w14:textId="48686C66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CABED76" w14:textId="227A49A8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AC1B770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4A70900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6710F926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13310D5" w14:textId="6700BDB2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75CC5DA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3DDE37CF" w14:textId="7958B793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10FD2B3" w14:textId="207DA02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2712CFFB" w14:textId="15A971C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7C19771" w14:textId="4173E1C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8DB99EC" w14:textId="411799C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BACE4B4" w14:textId="2A0947E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52CE8B81" w14:textId="6913720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58CAC3F4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0A3DC214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3C31ACBB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58BC4C7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ACF26FC" w14:textId="587090E4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81767A5" w14:textId="56ECE095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4EFCD1B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E9C4611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C390265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21DBF39" w14:textId="0E75C400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0B1AA0D6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E4B40F8" w14:textId="3003D704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80863C7" w14:textId="5272156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4E8A288" w14:textId="63F894D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BB0220F" w14:textId="1AD7CDA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F176D72" w14:textId="2351F95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0CE79A5" w14:textId="6FC63E5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0C1D7082" w14:textId="71734FB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</w:tcBorders>
            <w:vAlign w:val="center"/>
          </w:tcPr>
          <w:p w14:paraId="6071DC3B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27779357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1798E200" w14:textId="1CF26FDB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5F22CC9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50F148B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E93FCFA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E5CCC8D" w14:textId="249D26E1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9200CDF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D9AA41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095374E" w14:textId="7DAB02F3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03820981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315C2894" w14:textId="0B341C15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78D838B" w14:textId="116F7C3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AFC33CD" w14:textId="43A44EC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85C242D" w14:textId="6A93D02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1E4B0FC" w14:textId="7EF07A6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D6676D6" w14:textId="00BA1CD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EE9A791" w14:textId="3BE9504B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</w:tcBorders>
            <w:vAlign w:val="center"/>
          </w:tcPr>
          <w:p w14:paraId="54CE2584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61ECD637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2EB35775" w14:textId="1BB9EFA4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312EE2D2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EC0586B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40D01A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206069D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C389ACA" w14:textId="71FE2375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4297047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3693DF5D" w14:textId="7CFC3159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69037BBA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55E2D73E" w14:textId="658CDC1A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A684880" w14:textId="09096DA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DB254AF" w14:textId="400132D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D676C8F" w14:textId="6CF9A37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3BC5927" w14:textId="2B1558B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BB517A3" w14:textId="3890EE5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D58CCB0" w14:textId="3DA330B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02B15B2D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290C92C5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45AE791F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51696FFB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54F9C23B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C9D274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3F994F6" w14:textId="42DFB29D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8D448A2" w14:textId="7752E9C9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22F32939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6581364A" w14:textId="49C074F0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22AED60D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626759E5" w14:textId="7A9AF6F2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1F0873A" w14:textId="64AC1D8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3807829" w14:textId="7C7D0EC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228EB0A9" w14:textId="26F0BC85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71C0F4C" w14:textId="55C5F91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A83B085" w14:textId="54477E5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5917DD52" w14:textId="1AD40EC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03926810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102A7680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285678F5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186B0661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CE073A1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9C0D0C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515AA8B" w14:textId="6DDE1C91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B3C914F" w14:textId="0BE5118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D9F2C0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E683E4A" w14:textId="39F5204E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3377BF95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4810C944" w14:textId="6D4EA715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7061B75" w14:textId="63679A9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058249B" w14:textId="0D752DB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08124A0" w14:textId="37A9F05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566F18E" w14:textId="19CF101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94DAFD9" w14:textId="3C9E23C5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645FFACF" w14:textId="7CFACD2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top w:val="single" w:sz="4" w:space="0" w:color="8EAADB" w:themeColor="accent1" w:themeTint="99"/>
              <w:left w:val="single" w:sz="24" w:space="0" w:color="8EAADB" w:themeColor="accent1" w:themeTint="99"/>
            </w:tcBorders>
            <w:vAlign w:val="center"/>
          </w:tcPr>
          <w:p w14:paraId="5125D561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24F71DBF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13FD8CB3" w14:textId="472B1A34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010B732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F4CE3D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33CCF4E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58DB88A2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915A11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4DD165EA" w14:textId="37AA1F25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753FA057" w14:textId="18A2C69C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5D46B9C0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373CF0D8" w14:textId="5D9CB4B6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7F05ABF" w14:textId="334899BC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AD627C8" w14:textId="4DBEFEF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24C0E7B1" w14:textId="65E2ED85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7854872" w14:textId="47DC34D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F38FA67" w14:textId="1AB25E6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77EB3C13" w14:textId="1479AB6E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66C8C15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7EE6107C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D50D675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140534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3BC849C6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DC30F7E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F36111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83A81AA" w14:textId="2CD00D38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678D1638" w14:textId="0F6B9216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2A9A5CC7" w14:textId="033E7DC5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31A14D15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5B136F37" w14:textId="2DD4FBF3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39E68B9" w14:textId="7BDD38F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3F244F95" w14:textId="1F5430B4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F0DE0D1" w14:textId="54E9905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2769C07" w14:textId="0EE3D185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B4C73D0" w14:textId="11E4BAE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5F03C00A" w14:textId="4497E2C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2DEB296F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1E707E25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1416FC98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50E4FE27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BF6FB1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D0B111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3C9BB609" w14:textId="07D297EC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3CA35BD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62067E59" w14:textId="3D873A41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2E2A0E39" w14:textId="70DF31D2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6CA87939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5CA41852" w14:textId="46438FC2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E45FB8D" w14:textId="1160306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DD00A10" w14:textId="4332DD4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311F10B5" w14:textId="7EF9760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FD0C434" w14:textId="2887DB6C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703A733" w14:textId="66857289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2324517" w14:textId="351AF713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D915CF9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3060C178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163F6576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19242D1F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BE3BC2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AB5FF5C" w14:textId="00AB0B13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312221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69B1E879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6930654A" w14:textId="48EB29AF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00AAB7FB" w14:textId="322ECFEB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4646A60F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0AEAF5A9" w14:textId="7B8A54EC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2DF03EF" w14:textId="5D384014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70A6DE78" w14:textId="1FAA241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4CB1A6BE" w14:textId="1C450A55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6569852" w14:textId="582EF39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31E5EB3" w14:textId="410AD8E0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4F23DBDB" w14:textId="3CD48BFA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2DB650CD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75590582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1F5D6245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5C8FBC3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134914E" w14:textId="0B574A72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8B71276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24C0A64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0A3769C9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0AE1F421" w14:textId="457DEF6F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195F3AA2" w14:textId="51FF2D69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5B89F781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3352FF4" w14:textId="39D9442C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A7D9ADA" w14:textId="74A9038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FAA76BD" w14:textId="22B77FA8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999E675" w14:textId="4C20D5D1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502B0060" w14:textId="2C90DAA6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CBA55F8" w14:textId="71D5A7BC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380BE92" w14:textId="2ECFB814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6D1BB8B5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3932FA40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56E90487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445F81C4" w14:textId="24639CE2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1F020410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B6294B5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FEFB4BF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29F61127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right w:val="single" w:sz="24" w:space="0" w:color="8EAADB" w:themeColor="accent1" w:themeTint="99"/>
            </w:tcBorders>
            <w:vAlign w:val="center"/>
          </w:tcPr>
          <w:p w14:paraId="5FFCD21E" w14:textId="5E1D4818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0115B7A6" w14:textId="12F863E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3D321C" w14:paraId="2888CB4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73B743C3" w14:textId="7DE19458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8AF8554" w14:textId="4EEF94FF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609ABA29" w14:textId="53A7297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2AE49E26" w14:textId="37AF1AE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1F93D6D2" w14:textId="5AF9AEA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</w:tcBorders>
            <w:vAlign w:val="center"/>
          </w:tcPr>
          <w:p w14:paraId="05A506EA" w14:textId="675C4CC2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27070392" w14:textId="1C864D9D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</w:tcBorders>
            <w:vAlign w:val="center"/>
          </w:tcPr>
          <w:p w14:paraId="5320B33B" w14:textId="77777777" w:rsidR="003D321C" w:rsidRDefault="003D321C" w:rsidP="00091E36">
            <w:pPr>
              <w:spacing w:before="2" w:after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91E36" w14:paraId="6FE0BF9B" w14:textId="77777777" w:rsidTr="00EF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auto"/>
            <w:vAlign w:val="center"/>
          </w:tcPr>
          <w:p w14:paraId="22EC4641" w14:textId="77777777" w:rsidR="003D321C" w:rsidRDefault="003D321C" w:rsidP="00091E36">
            <w:pPr>
              <w:spacing w:before="2" w:after="2"/>
              <w:jc w:val="right"/>
              <w:rPr>
                <w:b w:val="0"/>
                <w:bCs w:val="0"/>
              </w:rPr>
            </w:pPr>
          </w:p>
        </w:tc>
        <w:tc>
          <w:tcPr>
            <w:tcW w:w="87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5D4FFA10" w14:textId="5488773D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0391878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96C9993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64C580C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9DA8E50" w14:textId="7777777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nil"/>
              <w:bottom w:val="single" w:sz="4" w:space="0" w:color="8EAADB" w:themeColor="accent1" w:themeTint="99"/>
              <w:right w:val="single" w:sz="24" w:space="0" w:color="8EAADB" w:themeColor="accent1" w:themeTint="99"/>
            </w:tcBorders>
            <w:vAlign w:val="center"/>
          </w:tcPr>
          <w:p w14:paraId="3092779E" w14:textId="5B0E7417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70" w:type="dxa"/>
            <w:tcBorders>
              <w:left w:val="single" w:sz="2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E03B918" w14:textId="5833ECC0" w:rsidR="003D321C" w:rsidRDefault="003D321C" w:rsidP="00091E36">
            <w:pPr>
              <w:spacing w:before="2" w:after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4B1022F3" w14:textId="3B18BD10" w:rsidR="003D321C" w:rsidRPr="00D71DD8" w:rsidRDefault="00091E36" w:rsidP="00D31457">
      <w:pPr>
        <w:rPr>
          <w:b/>
          <w:bCs/>
        </w:rPr>
      </w:pPr>
      <w:r w:rsidRPr="00D71DD8">
        <w:rPr>
          <w:b/>
          <w:bCs/>
        </w:rPr>
        <w:t>zu 3 a)</w:t>
      </w:r>
      <w:r w:rsidR="00D71DD8" w:rsidRPr="00D71DD8">
        <w:rPr>
          <w:b/>
          <w:bCs/>
        </w:rPr>
        <w:t xml:space="preserve"> </w:t>
      </w:r>
      <w:proofErr w:type="spellStart"/>
      <w:r w:rsidR="00D71DD8" w:rsidRPr="00D71DD8">
        <w:rPr>
          <w:b/>
          <w:bCs/>
        </w:rPr>
        <w:t>InsertionSort</w:t>
      </w:r>
      <w:proofErr w:type="spellEnd"/>
    </w:p>
    <w:p w14:paraId="3DB89F0A" w14:textId="77777777" w:rsidR="00091E36" w:rsidRDefault="00091E3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F508DDA" w14:textId="0F576895" w:rsidR="00AF35F2" w:rsidRDefault="00DD1E15" w:rsidP="00AF35F2">
      <w:pPr>
        <w:spacing w:after="160" w:line="259" w:lineRule="auto"/>
        <w:rPr>
          <w:b/>
          <w:bCs/>
        </w:rPr>
      </w:pPr>
      <w:r>
        <w:rPr>
          <w:b/>
          <w:bCs/>
        </w:rPr>
        <w:lastRenderedPageBreak/>
        <w:t>z</w:t>
      </w:r>
      <w:r w:rsidR="00AF35F2">
        <w:rPr>
          <w:b/>
          <w:bCs/>
        </w:rPr>
        <w:t xml:space="preserve">u </w:t>
      </w:r>
      <w:r w:rsidR="0081760F">
        <w:rPr>
          <w:b/>
          <w:bCs/>
        </w:rPr>
        <w:t xml:space="preserve">4 </w:t>
      </w:r>
      <w:r w:rsidR="00AF35F2">
        <w:rPr>
          <w:b/>
          <w:bCs/>
        </w:rPr>
        <w:t>a)</w:t>
      </w:r>
      <w:r w:rsidR="00D71DD8">
        <w:rPr>
          <w:b/>
          <w:bCs/>
        </w:rPr>
        <w:t xml:space="preserve"> </w:t>
      </w:r>
      <w:proofErr w:type="spellStart"/>
      <w:r w:rsidR="00D71DD8">
        <w:rPr>
          <w:b/>
          <w:bCs/>
        </w:rPr>
        <w:t>MergeSort</w:t>
      </w:r>
      <w:proofErr w:type="spellEnd"/>
    </w:p>
    <w:tbl>
      <w:tblPr>
        <w:tblStyle w:val="Gitternetztabelle4Akzent1"/>
        <w:tblW w:w="0" w:type="auto"/>
        <w:tblInd w:w="-142" w:type="dxa"/>
        <w:tblLook w:val="04A0" w:firstRow="1" w:lastRow="0" w:firstColumn="1" w:lastColumn="0" w:noHBand="0" w:noVBand="1"/>
      </w:tblPr>
      <w:tblGrid>
        <w:gridCol w:w="2410"/>
        <w:gridCol w:w="1110"/>
        <w:gridCol w:w="1111"/>
        <w:gridCol w:w="1110"/>
        <w:gridCol w:w="1111"/>
        <w:gridCol w:w="1110"/>
        <w:gridCol w:w="1111"/>
      </w:tblGrid>
      <w:tr w:rsidR="00F24D0B" w:rsidRPr="00B2784E" w14:paraId="7EF39B19" w14:textId="77777777" w:rsidTr="00EF1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F47F7D8" w14:textId="77777777" w:rsidR="00F24D0B" w:rsidRPr="00B2784E" w:rsidRDefault="00F24D0B" w:rsidP="00684595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proofErr w:type="spellStart"/>
            <w:r w:rsidRPr="00B2784E">
              <w:rPr>
                <w:b w:val="0"/>
                <w:bCs w:val="0"/>
                <w:color w:val="000000" w:themeColor="text1"/>
              </w:rPr>
              <w:t>index</w:t>
            </w:r>
            <w:proofErr w:type="spellEnd"/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</w:tcBorders>
            <w:shd w:val="clear" w:color="auto" w:fill="4E6B9E"/>
            <w:vAlign w:val="center"/>
          </w:tcPr>
          <w:p w14:paraId="36FC0F68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0</w:t>
            </w:r>
          </w:p>
        </w:tc>
        <w:tc>
          <w:tcPr>
            <w:tcW w:w="1111" w:type="dxa"/>
            <w:shd w:val="clear" w:color="auto" w:fill="4E6B9E"/>
            <w:vAlign w:val="center"/>
          </w:tcPr>
          <w:p w14:paraId="7EE7DF05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1</w:t>
            </w:r>
          </w:p>
        </w:tc>
        <w:tc>
          <w:tcPr>
            <w:tcW w:w="1110" w:type="dxa"/>
            <w:shd w:val="clear" w:color="auto" w:fill="4E6B9E"/>
            <w:vAlign w:val="center"/>
          </w:tcPr>
          <w:p w14:paraId="2063C5A5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2</w:t>
            </w:r>
          </w:p>
        </w:tc>
        <w:tc>
          <w:tcPr>
            <w:tcW w:w="1111" w:type="dxa"/>
            <w:shd w:val="clear" w:color="auto" w:fill="4E6B9E"/>
            <w:vAlign w:val="center"/>
          </w:tcPr>
          <w:p w14:paraId="2EA2041D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3</w:t>
            </w:r>
          </w:p>
        </w:tc>
        <w:tc>
          <w:tcPr>
            <w:tcW w:w="1110" w:type="dxa"/>
            <w:shd w:val="clear" w:color="auto" w:fill="4E6B9E"/>
            <w:vAlign w:val="center"/>
          </w:tcPr>
          <w:p w14:paraId="188496B8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4</w:t>
            </w:r>
          </w:p>
        </w:tc>
        <w:tc>
          <w:tcPr>
            <w:tcW w:w="1111" w:type="dxa"/>
            <w:tcBorders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3196BD94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2784E">
              <w:rPr>
                <w:b w:val="0"/>
                <w:bCs w:val="0"/>
              </w:rPr>
              <w:t>5</w:t>
            </w:r>
          </w:p>
        </w:tc>
      </w:tr>
      <w:tr w:rsidR="00F24D0B" w:rsidRPr="00B2784E" w14:paraId="3821BE15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2920118" w14:textId="77777777" w:rsidR="00F24D0B" w:rsidRPr="00B2784E" w:rsidRDefault="00F24D0B" w:rsidP="00684595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640EF08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15</w:t>
            </w:r>
          </w:p>
        </w:tc>
        <w:tc>
          <w:tcPr>
            <w:tcW w:w="1111" w:type="dxa"/>
            <w:tcBorders>
              <w:bottom w:val="single" w:sz="4" w:space="0" w:color="8EAADB" w:themeColor="accent1" w:themeTint="99"/>
            </w:tcBorders>
            <w:vAlign w:val="center"/>
          </w:tcPr>
          <w:p w14:paraId="541EBC4E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13</w:t>
            </w:r>
          </w:p>
        </w:tc>
        <w:tc>
          <w:tcPr>
            <w:tcW w:w="1110" w:type="dxa"/>
            <w:tcBorders>
              <w:bottom w:val="single" w:sz="4" w:space="0" w:color="8EAADB" w:themeColor="accent1" w:themeTint="99"/>
            </w:tcBorders>
            <w:vAlign w:val="center"/>
          </w:tcPr>
          <w:p w14:paraId="3A2AD13B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14</w:t>
            </w:r>
          </w:p>
        </w:tc>
        <w:tc>
          <w:tcPr>
            <w:tcW w:w="1111" w:type="dxa"/>
            <w:tcBorders>
              <w:bottom w:val="single" w:sz="4" w:space="0" w:color="8EAADB" w:themeColor="accent1" w:themeTint="99"/>
            </w:tcBorders>
            <w:vAlign w:val="center"/>
          </w:tcPr>
          <w:p w14:paraId="17A9968F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18</w:t>
            </w:r>
          </w:p>
        </w:tc>
        <w:tc>
          <w:tcPr>
            <w:tcW w:w="1110" w:type="dxa"/>
            <w:tcBorders>
              <w:bottom w:val="single" w:sz="4" w:space="0" w:color="8EAADB" w:themeColor="accent1" w:themeTint="99"/>
            </w:tcBorders>
            <w:vAlign w:val="center"/>
          </w:tcPr>
          <w:p w14:paraId="6001A26C" w14:textId="77777777" w:rsidR="00F24D0B" w:rsidRPr="00B2784E" w:rsidRDefault="00F24D0B" w:rsidP="00684595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17</w:t>
            </w:r>
          </w:p>
        </w:tc>
        <w:tc>
          <w:tcPr>
            <w:tcW w:w="1111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9C0E519" w14:textId="2EADBB34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84E">
              <w:t>11</w:t>
            </w:r>
          </w:p>
        </w:tc>
      </w:tr>
      <w:tr w:rsidR="00F24D0B" w:rsidRPr="00B2784E" w14:paraId="70A9CBC6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D73B81C" w14:textId="020C86C8" w:rsidR="00F24D0B" w:rsidRPr="00B2784E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Aufruf</w:t>
            </w:r>
            <w:r w:rsidR="006C7C09">
              <w:rPr>
                <w:color w:val="000000" w:themeColor="text1"/>
              </w:rPr>
              <w:t>, Ebene 1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5B6B0A73" w14:textId="11A36BDE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84E">
              <w:rPr>
                <w:rFonts w:cstheme="minorHAnsi"/>
              </w:rPr>
              <w:t>↑</w:t>
            </w:r>
            <w:r>
              <w:rPr>
                <w:vertAlign w:val="subscript"/>
              </w:rPr>
              <w:t>links</w:t>
            </w: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47CB66B" w14:textId="1167BDAE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F6EFC24" w14:textId="3D0860EF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84E">
              <w:rPr>
                <w:rFonts w:cstheme="minorHAnsi"/>
              </w:rPr>
              <w:t>↑</w:t>
            </w:r>
            <w:proofErr w:type="spellStart"/>
            <w:r>
              <w:rPr>
                <w:vertAlign w:val="subscript"/>
              </w:rPr>
              <w:t>mitte</w:t>
            </w:r>
            <w:proofErr w:type="spellEnd"/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FCBBFAD" w14:textId="77777777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6853E71" w14:textId="77777777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0B952C9" w14:textId="4A408AD5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784E">
              <w:rPr>
                <w:rFonts w:cstheme="minorHAnsi"/>
              </w:rPr>
              <w:t>↑</w:t>
            </w:r>
            <w:r>
              <w:rPr>
                <w:vertAlign w:val="subscript"/>
              </w:rPr>
              <w:t>rechts</w:t>
            </w:r>
          </w:p>
        </w:tc>
      </w:tr>
      <w:tr w:rsidR="00F24D0B" w:rsidRPr="00B2784E" w14:paraId="3997C18E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590A1CD" w14:textId="0DE92793" w:rsidR="00F24D0B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89BED99" w14:textId="2CAB9D99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bottom w:val="single" w:sz="4" w:space="0" w:color="8EAADB" w:themeColor="accent1" w:themeTint="99"/>
            </w:tcBorders>
            <w:vAlign w:val="center"/>
          </w:tcPr>
          <w:p w14:paraId="30F6BBEF" w14:textId="2D18D4E2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4947FE4" w14:textId="2A5C2C36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FFB0CEB" w14:textId="784FD99C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bottom w:val="single" w:sz="4" w:space="0" w:color="8EAADB" w:themeColor="accent1" w:themeTint="99"/>
            </w:tcBorders>
            <w:vAlign w:val="center"/>
          </w:tcPr>
          <w:p w14:paraId="6D2B6AF6" w14:textId="57ABE3D2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5B3462B" w14:textId="2753DF57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4D0B" w:rsidRPr="00B2784E" w14:paraId="1E68F19D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2C4469F" w14:textId="121BD122" w:rsidR="00F24D0B" w:rsidRPr="00B2784E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rek</w:t>
            </w:r>
            <w:proofErr w:type="spellEnd"/>
            <w:r>
              <w:rPr>
                <w:color w:val="000000" w:themeColor="text1"/>
              </w:rPr>
              <w:t>. Aufruf</w:t>
            </w:r>
            <w:r w:rsidR="006C7C09">
              <w:rPr>
                <w:color w:val="000000" w:themeColor="text1"/>
              </w:rPr>
              <w:t>, Ebene 2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3ED604D3" w14:textId="09AD343B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383DBF0" w14:textId="3B641603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4994307" w14:textId="4351FD02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6AD5043" w14:textId="5C444D2F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1ED09AF" w14:textId="2AD58461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D995545" w14:textId="4EC9B299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338D" w:rsidRPr="00B2784E" w14:paraId="4D26863A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08C4698" w14:textId="59F83A7B" w:rsidR="00F24D0B" w:rsidRPr="00B2784E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07CDCBF" w14:textId="52B74AB0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12D4AF6" w14:textId="408BEAB0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1A1BC92" w14:textId="0C555433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4CC1AF5" w14:textId="6BF0B4CF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53314D4" w14:textId="6770C2DE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3B2CB1B" w14:textId="54B96551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4D0B" w:rsidRPr="00B2784E" w14:paraId="5CB4CF7A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284975F" w14:textId="7A245AF8" w:rsidR="00F24D0B" w:rsidRPr="00B2784E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rek</w:t>
            </w:r>
            <w:proofErr w:type="spellEnd"/>
            <w:r>
              <w:rPr>
                <w:color w:val="000000" w:themeColor="text1"/>
              </w:rPr>
              <w:t>. Aufruf</w:t>
            </w:r>
            <w:r w:rsidR="006C7C09">
              <w:rPr>
                <w:color w:val="000000" w:themeColor="text1"/>
              </w:rPr>
              <w:t>, Ebene 3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33AFC9F1" w14:textId="6FCDED6A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79E2DF64" w14:textId="70A4729D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0FA1030E" w14:textId="0C609799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2EFEF027" w14:textId="43CC36D6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054FC743" w14:textId="4409B75D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609C0691" w14:textId="5CB9193A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1495" w:rsidRPr="00B2784E" w14:paraId="30BD9EA8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BC4EB92" w14:textId="1DD1A558" w:rsidR="00F24D0B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C8DFA90" w14:textId="5D239690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DD21479" w14:textId="27901287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F68153C" w14:textId="5DE14E92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703903C" w14:textId="72C07F51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EC14E27" w14:textId="5F1CE66B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8DFE76A" w14:textId="4A19E96D" w:rsidR="00F24D0B" w:rsidRPr="00B2784E" w:rsidRDefault="00F24D0B" w:rsidP="00F24D0B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338D" w:rsidRPr="00B2784E" w14:paraId="23ADB990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7EE3479" w14:textId="048FC2F3" w:rsidR="00F24D0B" w:rsidRPr="00B2784E" w:rsidRDefault="00F24D0B" w:rsidP="00F24D0B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rek</w:t>
            </w:r>
            <w:proofErr w:type="spellEnd"/>
            <w:r>
              <w:rPr>
                <w:color w:val="000000" w:themeColor="text1"/>
              </w:rPr>
              <w:t>. Aufruf</w:t>
            </w:r>
            <w:r w:rsidR="006C7C09">
              <w:rPr>
                <w:color w:val="000000" w:themeColor="text1"/>
              </w:rPr>
              <w:t>, Ebene 4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385FEA96" w14:textId="7ACFDB2B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52B75428" w14:textId="3B49019E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5E24704D" w14:textId="1CD89140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36F517C9" w14:textId="1A2F1F82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</w:tcPr>
          <w:p w14:paraId="739E3D61" w14:textId="672F3C74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18A59765" w14:textId="39540421" w:rsidR="00F24D0B" w:rsidRPr="00B2784E" w:rsidRDefault="00F24D0B" w:rsidP="00F24D0B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1495" w:rsidRPr="00B2784E" w14:paraId="47C50B99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C2F02E1" w14:textId="41955F16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28E5BFD" w14:textId="1D14E6E2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A6BC21D" w14:textId="24DBBE01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302BE22" w14:textId="3342CDBE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B44F1E5" w14:textId="11C45021" w:rsidR="008C0D94" w:rsidRPr="00241038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F00CC55" w14:textId="19CABD13" w:rsidR="008C0D94" w:rsidRPr="00241038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CABD988" w14:textId="1317F97C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F1495" w:rsidRPr="00B2784E" w14:paraId="4D35F5FB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388DC79" w14:textId="10E77C4C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merge</w:t>
            </w:r>
            <w:proofErr w:type="spellEnd"/>
            <w:r>
              <w:rPr>
                <w:color w:val="000000" w:themeColor="text1"/>
              </w:rPr>
              <w:t xml:space="preserve"> auf Ebene 3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747EED0A" w14:textId="491002A2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445885BA" w14:textId="6EBFA453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130F1C65" w14:textId="41DDA2E9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45C110C7" w14:textId="7EB005DB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1AAD8414" w14:textId="46BDE968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0DB0A851" w14:textId="45EA409F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1495" w:rsidRPr="00B2784E" w14:paraId="058DA849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309238A" w14:textId="1DA1D1DE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0A52786" w14:textId="0A572195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AE9F09D" w14:textId="540CCE67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BC0729A" w14:textId="60952081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0F9674B" w14:textId="560A34B6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AFC9113" w14:textId="2530A3D7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6563DCD" w14:textId="0641CBB5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C0D94" w:rsidRPr="00B2784E" w14:paraId="0DA986A6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8B68D59" w14:textId="04EF07A2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merge</w:t>
            </w:r>
            <w:proofErr w:type="spellEnd"/>
            <w:r>
              <w:rPr>
                <w:color w:val="000000" w:themeColor="text1"/>
              </w:rPr>
              <w:t xml:space="preserve"> auf Ebene 2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5E5946C7" w14:textId="3487FA7B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21FD2A05" w14:textId="30367735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0841C09C" w14:textId="25C27605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5D86DC63" w14:textId="5BF01E2C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19C1B941" w14:textId="3D14A44E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37ECACAF" w14:textId="4BB014A4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94" w:rsidRPr="00B2784E" w14:paraId="35031F49" w14:textId="77777777" w:rsidTr="0002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8FF2147" w14:textId="1853E729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r w:rsidRPr="00B2784E">
              <w:rPr>
                <w:b w:val="0"/>
                <w:bCs w:val="0"/>
                <w:color w:val="000000" w:themeColor="text1"/>
              </w:rPr>
              <w:t>daten</w:t>
            </w:r>
            <w:r>
              <w:rPr>
                <w:b w:val="0"/>
                <w:bCs w:val="0"/>
                <w:color w:val="000000" w:themeColor="text1"/>
              </w:rPr>
              <w:t>: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EAC7948" w14:textId="16F6C8A7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9B5ACDB" w14:textId="4A28B6BA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9B4FE09" w14:textId="49728A19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F828D1D" w14:textId="482B8AA4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E6C7651" w14:textId="4066F0AA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203C0AB" w14:textId="5FA10C6F" w:rsidR="008C0D94" w:rsidRPr="00B2784E" w:rsidRDefault="008C0D94" w:rsidP="008C0D94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C0D94" w:rsidRPr="00B2784E" w14:paraId="137CC82C" w14:textId="77777777" w:rsidTr="0002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DEF7199" w14:textId="1BD32575" w:rsidR="008C0D94" w:rsidRDefault="008C0D94" w:rsidP="008C0D94">
            <w:pPr>
              <w:spacing w:before="20" w:after="20" w:line="259" w:lineRule="auto"/>
              <w:jc w:val="righ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merge</w:t>
            </w:r>
            <w:proofErr w:type="spellEnd"/>
            <w:r>
              <w:rPr>
                <w:color w:val="000000" w:themeColor="text1"/>
              </w:rPr>
              <w:t xml:space="preserve"> auf Ebene 1</w:t>
            </w:r>
          </w:p>
        </w:tc>
        <w:tc>
          <w:tcPr>
            <w:tcW w:w="111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55E5CD3A" w14:textId="0F1AC0B6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BFF1152" w14:textId="6E0250BF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3485C2B" w14:textId="02D3B6DC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A04AE51" w14:textId="0F5CE2F5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0A04B52" w14:textId="797B8CB8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0763FDD" w14:textId="147C624C" w:rsidR="008C0D94" w:rsidRPr="00B2784E" w:rsidRDefault="008C0D94" w:rsidP="008C0D94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A717C6" w14:textId="77777777" w:rsidR="00F24D0B" w:rsidRDefault="00F24D0B" w:rsidP="00A716E7">
      <w:pPr>
        <w:spacing w:after="0"/>
        <w:rPr>
          <w:b/>
          <w:bCs/>
        </w:rPr>
      </w:pPr>
    </w:p>
    <w:p w14:paraId="66AE26CA" w14:textId="77777777" w:rsidR="008C0D94" w:rsidRDefault="008C0D94" w:rsidP="00A716E7">
      <w:pPr>
        <w:spacing w:after="0"/>
        <w:rPr>
          <w:b/>
          <w:bCs/>
        </w:rPr>
        <w:sectPr w:rsidR="008C0D94" w:rsidSect="003179DB">
          <w:footerReference w:type="default" r:id="rId11"/>
          <w:pgSz w:w="11906" w:h="16838"/>
          <w:pgMar w:top="2111" w:right="1417" w:bottom="1276" w:left="1417" w:header="708" w:footer="708" w:gutter="0"/>
          <w:cols w:space="708"/>
          <w:docGrid w:linePitch="360"/>
        </w:sectPr>
      </w:pPr>
    </w:p>
    <w:p w14:paraId="69DA24E6" w14:textId="2707FD39" w:rsidR="008C0D94" w:rsidRDefault="008C0D94" w:rsidP="00A716E7">
      <w:pPr>
        <w:spacing w:after="0"/>
        <w:rPr>
          <w:b/>
          <w:bCs/>
        </w:rPr>
      </w:pPr>
      <w:proofErr w:type="spellStart"/>
      <w:r>
        <w:rPr>
          <w:b/>
          <w:bCs/>
        </w:rPr>
        <w:lastRenderedPageBreak/>
        <w:t>merge</w:t>
      </w:r>
      <w:proofErr w:type="spellEnd"/>
      <w:r>
        <w:rPr>
          <w:b/>
          <w:bCs/>
        </w:rPr>
        <w:t xml:space="preserve"> auf Ebene 1 im Detail:</w:t>
      </w:r>
    </w:p>
    <w:tbl>
      <w:tblPr>
        <w:tblStyle w:val="Gitternetztabelle4Akzent1"/>
        <w:tblW w:w="14176" w:type="dxa"/>
        <w:tblInd w:w="-142" w:type="dxa"/>
        <w:tblLook w:val="04A0" w:firstRow="1" w:lastRow="0" w:firstColumn="1" w:lastColumn="0" w:noHBand="0" w:noVBand="1"/>
      </w:tblPr>
      <w:tblGrid>
        <w:gridCol w:w="1256"/>
        <w:gridCol w:w="991"/>
        <w:gridCol w:w="989"/>
        <w:gridCol w:w="993"/>
        <w:gridCol w:w="989"/>
        <w:gridCol w:w="989"/>
        <w:gridCol w:w="993"/>
        <w:gridCol w:w="1272"/>
        <w:gridCol w:w="950"/>
        <w:gridCol w:w="951"/>
        <w:gridCol w:w="951"/>
        <w:gridCol w:w="950"/>
        <w:gridCol w:w="951"/>
        <w:gridCol w:w="951"/>
      </w:tblGrid>
      <w:tr w:rsidR="00EF1495" w:rsidRPr="00B2784E" w14:paraId="073D1079" w14:textId="6B087A79" w:rsidTr="003E6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06B73874" w14:textId="77777777" w:rsidR="008C0D94" w:rsidRPr="00FA3EDF" w:rsidRDefault="008C0D94" w:rsidP="00FA3EDF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proofErr w:type="spellStart"/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index</w:t>
            </w:r>
            <w:proofErr w:type="spellEnd"/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</w:tcBorders>
            <w:shd w:val="clear" w:color="auto" w:fill="4E6B9E"/>
            <w:vAlign w:val="center"/>
          </w:tcPr>
          <w:p w14:paraId="3DFD679F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4E6B9E"/>
            <w:vAlign w:val="center"/>
          </w:tcPr>
          <w:p w14:paraId="3D7D226B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4E6B9E"/>
            <w:vAlign w:val="center"/>
          </w:tcPr>
          <w:p w14:paraId="049E2CAE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989" w:type="dxa"/>
            <w:shd w:val="clear" w:color="auto" w:fill="4E6B9E"/>
            <w:vAlign w:val="center"/>
          </w:tcPr>
          <w:p w14:paraId="4324BF77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989" w:type="dxa"/>
            <w:shd w:val="clear" w:color="auto" w:fill="4E6B9E"/>
            <w:vAlign w:val="center"/>
          </w:tcPr>
          <w:p w14:paraId="73D2112B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5CE98FC3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nil"/>
            </w:tcBorders>
            <w:shd w:val="clear" w:color="auto" w:fill="auto"/>
            <w:vAlign w:val="center"/>
          </w:tcPr>
          <w:p w14:paraId="64D3C88B" w14:textId="34370739" w:rsidR="008C0D94" w:rsidRPr="00FA3EDF" w:rsidRDefault="008C0D94" w:rsidP="00FA3EDF">
            <w:pPr>
              <w:spacing w:before="20" w:after="20" w:line="259" w:lineRule="auto"/>
              <w:ind w:left="134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index</w:t>
            </w:r>
            <w:proofErr w:type="spellEnd"/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50" w:type="dxa"/>
            <w:tcBorders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2BC16E50" w14:textId="3E1CDD1D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36B1C988" w14:textId="745B7F58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5D8D3168" w14:textId="75313CB1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0CAD5C2B" w14:textId="7CF2378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71B59AFC" w14:textId="73491F2A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4E6B9E"/>
            <w:vAlign w:val="center"/>
          </w:tcPr>
          <w:p w14:paraId="5F07ACAE" w14:textId="573D8877" w:rsidR="008C0D94" w:rsidRPr="00FA3EDF" w:rsidRDefault="008C0D94" w:rsidP="00FA3EDF">
            <w:pPr>
              <w:spacing w:before="20" w:after="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b w:val="0"/>
                <w:bCs w:val="0"/>
                <w:sz w:val="20"/>
                <w:szCs w:val="20"/>
              </w:rPr>
              <w:t>5</w:t>
            </w:r>
          </w:p>
        </w:tc>
      </w:tr>
      <w:tr w:rsidR="00EF1495" w:rsidRPr="00B2784E" w14:paraId="37F569BE" w14:textId="623CE7D9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CADA342" w14:textId="77777777" w:rsidR="008C0D94" w:rsidRPr="00FA3EDF" w:rsidRDefault="008C0D94" w:rsidP="00FA3EDF">
            <w:pPr>
              <w:spacing w:before="20" w:after="20" w:line="259" w:lineRule="auto"/>
              <w:jc w:val="righ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C5D08BF" w14:textId="6B8338A3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8256532" w14:textId="1760C5CF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2DA818E4" w14:textId="42C0B59C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15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24CFA19F" w14:textId="10FFEBD6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11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C780C7B" w14:textId="3DA94E28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4839B9B" w14:textId="543AAA34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18</w:t>
            </w: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  <w:vAlign w:val="center"/>
          </w:tcPr>
          <w:p w14:paraId="5F0EB398" w14:textId="6EA920F5" w:rsidR="008C0D94" w:rsidRPr="00FA3EDF" w:rsidRDefault="008C0D94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right w:val="single" w:sz="4" w:space="0" w:color="8EAADB" w:themeColor="accent1" w:themeTint="99"/>
            </w:tcBorders>
            <w:vAlign w:val="center"/>
          </w:tcPr>
          <w:p w14:paraId="520CB399" w14:textId="69624E23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13</w:t>
            </w: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C52C534" w14:textId="6AE1FE80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E6446D1" w14:textId="44ED9E62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7FD7B1F" w14:textId="01BCD96B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2691AC5" w14:textId="5EA1D6DE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534CE7C" w14:textId="4B50322D" w:rsidR="008C0D94" w:rsidRPr="00FA3EDF" w:rsidRDefault="008C0D94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F1495" w:rsidRPr="00B2784E" w14:paraId="1D2B2D89" w14:textId="2CC9056B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CE66F18" w14:textId="20BAF1E9" w:rsidR="008C0D94" w:rsidRPr="00FA3EDF" w:rsidRDefault="008C0D94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1. Schleife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0F40DA17" w14:textId="7D0E8E0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rFonts w:cstheme="minorHAnsi"/>
                <w:sz w:val="20"/>
                <w:szCs w:val="20"/>
              </w:rPr>
              <w:t>↑</w:t>
            </w:r>
            <w:r w:rsidRPr="00FA3EDF">
              <w:rPr>
                <w:rFonts w:cstheme="minorHAnsi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45FB6D30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9989331" w14:textId="2A14ACB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4D53A6F3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1D38A48D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10D7AC2" w14:textId="6C378C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49DCC" w14:textId="4D76877C" w:rsidR="008C0D94" w:rsidRPr="00FA3EDF" w:rsidRDefault="008C0D94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  <w:vAlign w:val="center"/>
          </w:tcPr>
          <w:p w14:paraId="1BE65ABA" w14:textId="1DFEDFC5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A3EDF">
              <w:rPr>
                <w:rFonts w:cstheme="minorHAnsi"/>
                <w:sz w:val="20"/>
                <w:szCs w:val="20"/>
              </w:rPr>
              <w:t>↑</w:t>
            </w:r>
            <w:r w:rsidR="009C21D3" w:rsidRPr="00FA3EDF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51" w:type="dxa"/>
            <w:tcBorders>
              <w:left w:val="nil"/>
              <w:right w:val="nil"/>
            </w:tcBorders>
            <w:vAlign w:val="center"/>
          </w:tcPr>
          <w:p w14:paraId="6F334D36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  <w:vAlign w:val="center"/>
          </w:tcPr>
          <w:p w14:paraId="1E2600F0" w14:textId="020A9612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  <w:vAlign w:val="center"/>
          </w:tcPr>
          <w:p w14:paraId="32FEB574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  <w:vAlign w:val="center"/>
          </w:tcPr>
          <w:p w14:paraId="7083FACE" w14:textId="77777777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  <w:vAlign w:val="center"/>
          </w:tcPr>
          <w:p w14:paraId="12399E9C" w14:textId="7AED70BA" w:rsidR="008C0D94" w:rsidRPr="00FA3EDF" w:rsidRDefault="008C0D94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6BD63F1D" w14:textId="09EF135B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407AB65" w14:textId="63C9D4A3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5473DC7" w14:textId="150D175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919A6F9" w14:textId="60ED922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18279AB1" w14:textId="370F4C4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26631EC" w14:textId="7038332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595F85C" w14:textId="23DCFF3B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565C227" w14:textId="7611CC71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0DA40E7F" w14:textId="0B94AEAC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9CCD8CE" w14:textId="32AE5012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A6394A" w14:textId="451E339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DF0BFA5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7F50F35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F553E3F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441B022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5F30EC07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8FE77C9" w14:textId="72DE97DB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75460F4A" w14:textId="479B3D10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1BC58FB5" w14:textId="32456CC0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526D61E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3DF0FBB0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60F47104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1CA09DBE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03C17" w14:textId="77777777" w:rsidR="009C21D3" w:rsidRPr="00FA3EDF" w:rsidRDefault="009C21D3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479E35CB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B8274C1" w14:textId="6442940F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76C5D8F1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1F2084AC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3D8E7C5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1E452F36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61D0B4B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AEBACF2" w14:textId="0BB8107C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1E56AAFD" w14:textId="1D31749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7DEA7509" w14:textId="6BB1C0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2698E543" w14:textId="3E8411F5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2A01314" w14:textId="30802123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208DB01" w14:textId="74565ECF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8C68F0E" w14:textId="2C69DD2A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446ACFD2" w14:textId="61FDA76B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0B38CEC" w14:textId="57824AFD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3320737" w14:textId="7C6C082B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14B756B" w14:textId="6936F543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6E43255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B6BC404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4BAA4A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9D9D8DF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AC29BB5" w14:textId="77777777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16DC728E" w14:textId="583D27EC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2223788C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5D446DC" w14:textId="0D538DB8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7BAF4201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0D8429A3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23DFCB4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4387E" w14:textId="77777777" w:rsidR="009C21D3" w:rsidRPr="00FA3EDF" w:rsidRDefault="009C21D3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05C80EF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66F307B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47C36ED" w14:textId="3C839F02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7C53D917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37BC53FF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4EEF353A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FFCD6FD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2C04498" w14:textId="5F765303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35145F53" w14:textId="18E1945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999C067" w14:textId="18A54F58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4A7713AC" w14:textId="361D2F1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53A88AC" w14:textId="626ACBE6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19A0A7F" w14:textId="4D160FD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D918613" w14:textId="597087C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  <w:vAlign w:val="center"/>
          </w:tcPr>
          <w:p w14:paraId="62D15BDF" w14:textId="1759569A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4BE531B" w14:textId="42F3293D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486E529" w14:textId="52A9461A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6123222" w14:textId="300F36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31A0CD5" w14:textId="2077D410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96B0FFC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B5110C2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E95457D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3A1370A" w14:textId="4E5C1876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2. Schleife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1AC95539" w14:textId="2055EC22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8D73656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34C57C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2D08BFF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65975E2C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B04A216" w14:textId="2104E8B6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B199A" w14:textId="77777777" w:rsidR="009C21D3" w:rsidRPr="00FA3EDF" w:rsidRDefault="009C21D3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9A233A3" w14:textId="01F3BA06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EA3D673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E66B247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4D1FFA0" w14:textId="0581E22E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57484895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B156375" w14:textId="662956B5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2E2786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7A1F1A0" w14:textId="0532E50A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0ABF59C6" w14:textId="4727C8E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9E3C1D1" w14:textId="6F0C550D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618F544D" w14:textId="58FCA32A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2A204F5" w14:textId="31B07170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2CA515EE" w14:textId="0BBB762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44706A7" w14:textId="54604171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43D7218A" w14:textId="6BD5EA38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F2E820D" w14:textId="06EA3C0A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63FFB2D" w14:textId="78CA60A3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F93A7A3" w14:textId="5FC7385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E93248E" w14:textId="2D603B1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DEE3DAB" w14:textId="62CEAA18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7C09A0B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1BB575EA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ED5A572" w14:textId="77777777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7538D636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07EC09E" w14:textId="79F3BCDC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9B02F90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371D69B3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E6CCF51" w14:textId="5C536FC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F5A47B8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E29E6" w14:textId="77777777" w:rsidR="009C21D3" w:rsidRPr="00FA3EDF" w:rsidRDefault="009C21D3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441A1E0B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38FF5C65" w14:textId="5FEA4665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378864B6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068C61AD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528BEF3B" w14:textId="630DF19F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658BEA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5E15EFB3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8C4EF30" w14:textId="0A9996A6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618B238" w14:textId="4C1A672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0C79E783" w14:textId="441DF3AF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3BB345E9" w14:textId="223AC82C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78DD3C2" w14:textId="1BE102F2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701AAB1" w14:textId="3B0A796C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5FE33C0" w14:textId="07F41D08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2414125C" w14:textId="369A853E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1112372" w14:textId="066F760D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989A5F3" w14:textId="71CAA6D7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B05DCE" w14:textId="08CE6A2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90B6B7E" w14:textId="772CB2A5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627C1CD" w14:textId="498B118A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E42A737" w14:textId="28FB3E20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1ADC05A3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2BE4F65" w14:textId="77777777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69F8BF0A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06C5CB50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D156605" w14:textId="3815014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68F7C33A" w14:textId="2BF41032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04097A31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AA14F6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07665" w14:textId="77777777" w:rsidR="009C21D3" w:rsidRPr="00FA3EDF" w:rsidRDefault="009C21D3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0A7AAEED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F95705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4303CD4A" w14:textId="2DE23D1F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03E76A40" w14:textId="3C6E8F92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5FE3CEF9" w14:textId="77777777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4188095D" w14:textId="7D109295" w:rsidR="009C21D3" w:rsidRPr="00FA3EDF" w:rsidRDefault="009C21D3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1148BA23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AC7F596" w14:textId="457EC664" w:rsidR="009C21D3" w:rsidRPr="00FA3EDF" w:rsidRDefault="009C21D3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4255CD2" w14:textId="2B8DD4C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866E29E" w14:textId="7B299A9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7E10AAD3" w14:textId="061C255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15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0766247" w14:textId="00D2358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11</w:t>
            </w: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38A520ED" w14:textId="1B5C6698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1ECE37D" w14:textId="42D893EF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sz w:val="20"/>
                <w:szCs w:val="20"/>
              </w:rPr>
              <w:t>18</w:t>
            </w: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67DFFF82" w14:textId="09B01E71" w:rsidR="009C21D3" w:rsidRPr="00FA3EDF" w:rsidRDefault="009C21D3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75A1AE9" w14:textId="007694D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6C719B5" w14:textId="55F7048E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F323661" w14:textId="1D11FBD6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45D0A5E" w14:textId="02128F59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639DE7" w14:textId="0F426B14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8AD7405" w14:textId="7FD4515D" w:rsidR="009C21D3" w:rsidRPr="00FA3EDF" w:rsidRDefault="009C21D3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752C6E3F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EE3CE53" w14:textId="21ADCCDE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3. Schleife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446F2C0E" w14:textId="01267EDB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3EDF">
              <w:rPr>
                <w:rFonts w:cstheme="minorHAnsi"/>
                <w:sz w:val="20"/>
                <w:szCs w:val="20"/>
              </w:rPr>
              <w:t>↑</w:t>
            </w:r>
            <w:r w:rsidRPr="00FA3EDF">
              <w:rPr>
                <w:rFonts w:cstheme="minorHAnsi"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77F9F01F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A7DC9B3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56AFBC5B" w14:textId="5B4F3209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2ED9D137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53C02D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70153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310A9E9A" w14:textId="6A610954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7F733E6D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032EDC8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37CFD7ED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3B9B7C9C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57085186" w14:textId="6038494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3FDE5BA4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9569254" w14:textId="3BF60C8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49387509" w14:textId="41692307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15EEAFEA" w14:textId="30B596D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00DF6F17" w14:textId="1E1BEF3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16B578FC" w14:textId="3547C9F8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AEF14CB" w14:textId="175F1225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0FD8C65" w14:textId="4D1E1D83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29FFDC5A" w14:textId="0CBDA6F0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7B5447B" w14:textId="6ECE8446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0111014" w14:textId="44EA626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9A2B09A" w14:textId="2E671DA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15DB58C" w14:textId="42D988EF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30A9F24" w14:textId="201438F3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987F568" w14:textId="27AFD893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5743276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8D1ED4A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8892F1D" w14:textId="7971AAB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31E12F7F" w14:textId="097A1772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6E7EB50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2A3B1D2D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38DB1B4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8B1EA53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75E32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3A65A185" w14:textId="63989CC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67F240CF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53AD28B4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34FF639F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449DA99F" w14:textId="03B576BB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6F8110F3" w14:textId="638CC05A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5D729BE3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636357AE" w14:textId="1FE210CE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52790BD" w14:textId="4822A24F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09E89D65" w14:textId="6CD52613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3BEAF38C" w14:textId="257DF964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3F8E231E" w14:textId="132FA29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AE606E5" w14:textId="144E195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5A36697" w14:textId="18AF3342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18A3A22C" w14:textId="7BD6AD2D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8913A70" w14:textId="576E7CD2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67BCD54" w14:textId="7E38785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680E5E8" w14:textId="2BB29CD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A00DFAD" w14:textId="2373C754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E91ED5B" w14:textId="3890BB72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F4B7921" w14:textId="70C45F8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2B2F2E49" w14:textId="77777777" w:rsidTr="00EF149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3C5E856D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1131811D" w14:textId="14E73438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3332F932" w14:textId="73B990D4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58ECDD4" w14:textId="64BCBEB3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127B0F9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1612CC76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A3A76D9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E5492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552F5AE6" w14:textId="13F630F1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4BF1F0C" w14:textId="4DD0398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0316BBA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1A2969D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41CDCF65" w14:textId="44B77A00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0F9A3D52" w14:textId="4B368F5E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0BA235B7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545258A" w14:textId="53754CA5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78BE227B" w14:textId="77D13F36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313DB28F" w14:textId="3DD6E30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26F7E4C1" w14:textId="511F6E4A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0F0F7A90" w14:textId="49D6D112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5FDD8D80" w14:textId="6BDAF430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18A4143" w14:textId="30F616F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3FF69868" w14:textId="4777ACE8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41AB4A" w14:textId="7F4E5C8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C552A18" w14:textId="6B8242E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A3CD06E" w14:textId="34458EC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A14F384" w14:textId="0F4063E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CEC37B" w14:textId="5B6365A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72E05D3" w14:textId="483CB11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3B904E7F" w14:textId="77777777" w:rsidTr="0002338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4E496901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714E1D68" w14:textId="36411D6C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5CCB1B03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6D82238" w14:textId="3173047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5CA5C045" w14:textId="3C33FC0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5DCDEFB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071C806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35CC7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49DB2CE3" w14:textId="1DC89B0C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7855DE32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13A2D49" w14:textId="341B03B8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7FE80C94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0437796A" w14:textId="7C3FBBF8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5F397D7F" w14:textId="521EAD35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21B3630F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1F5C1E7F" w14:textId="726E4912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2C0AB578" w14:textId="1866FAA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31E09370" w14:textId="5D44185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0F84F72C" w14:textId="0C6A18BF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7B0B1165" w14:textId="5DEA9BD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72A75BA8" w14:textId="5A71E1A7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9742190" w14:textId="247FEB48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17384996" w14:textId="0F938CED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56BC2C7" w14:textId="4C905717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1C2A7A" w14:textId="1243C2A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D967086" w14:textId="0F7B8FA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F67953A" w14:textId="28884995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D4B606" w14:textId="0D4844E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257E9DC" w14:textId="0B6A6F9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9348F" w:rsidRPr="00B2784E" w14:paraId="0305D6C3" w14:textId="77777777" w:rsidTr="00EF149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7ED0AFAC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26F058CA" w14:textId="4C29C0DC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6D8B083C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9C7D13F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51B323A5" w14:textId="41ABB1B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606B4EE6" w14:textId="0BF6C972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FBEC538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0ABE5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42EF2CA9" w14:textId="6A45F5F1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6C91194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1583700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6E6D1E58" w14:textId="7266F45E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6B320E73" w14:textId="5869EAF1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7A6154F9" w14:textId="2A372BF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7AA2E76E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501C74D2" w14:textId="6D8F7E43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6EBA7DFE" w14:textId="2D72F53A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03807416" w14:textId="08AB4496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71F21860" w14:textId="5BB6A380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6F9E1767" w14:textId="14715AD7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1EF4C66D" w14:textId="5077868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F6D0EC1" w14:textId="72CD7E6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05DBBCB6" w14:textId="56821B89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9E3473D" w14:textId="16F5803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F30E70B" w14:textId="4A9D7DF2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21C82D1" w14:textId="656E1160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AD33C1A" w14:textId="657C1CE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4B5A9C8" w14:textId="57FB79CA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83F2CB6" w14:textId="72B9ABA9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9348F" w:rsidRPr="00B2784E" w14:paraId="1C7C6C84" w14:textId="77777777" w:rsidTr="00EF149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255082E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right w:val="nil"/>
            </w:tcBorders>
            <w:vAlign w:val="center"/>
          </w:tcPr>
          <w:p w14:paraId="33279910" w14:textId="644DCD5E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1127D82D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09CF643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60A03FDB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  <w:vAlign w:val="center"/>
          </w:tcPr>
          <w:p w14:paraId="7EBE9463" w14:textId="2E367788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04FA661" w14:textId="5D0B8875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EC05D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5D1683A1" w14:textId="7628DAEB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43C49B2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6880A43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</w:tcPr>
          <w:p w14:paraId="2A29DB81" w14:textId="63455709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nil"/>
            </w:tcBorders>
          </w:tcPr>
          <w:p w14:paraId="22D6BCC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right w:val="single" w:sz="4" w:space="0" w:color="8EAADB" w:themeColor="accent1" w:themeTint="99"/>
            </w:tcBorders>
          </w:tcPr>
          <w:p w14:paraId="2315F59E" w14:textId="018F0EFE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4C9B9BDB" w14:textId="77777777" w:rsidTr="00EF1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DE5A77C" w14:textId="0B9BACA6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b w:val="0"/>
                <w:bCs w:val="0"/>
                <w:color w:val="000000" w:themeColor="text1"/>
                <w:sz w:val="20"/>
                <w:szCs w:val="20"/>
              </w:rPr>
              <w:t>daten:</w:t>
            </w: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  <w:vAlign w:val="center"/>
          </w:tcPr>
          <w:p w14:paraId="5E570188" w14:textId="1A21283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4AE2B52B" w14:textId="7797EB0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</w:tcBorders>
            <w:vAlign w:val="center"/>
          </w:tcPr>
          <w:p w14:paraId="764D08A3" w14:textId="0BE5526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04514323" w14:textId="1681C814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8EAADB" w:themeColor="accent1" w:themeTint="99"/>
            </w:tcBorders>
            <w:vAlign w:val="center"/>
          </w:tcPr>
          <w:p w14:paraId="3C895B2D" w14:textId="28F9E98E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C7B8F6E" w14:textId="7A945E7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8EAADB" w:themeColor="accent1" w:themeTint="99"/>
              <w:bottom w:val="nil"/>
            </w:tcBorders>
            <w:shd w:val="clear" w:color="auto" w:fill="auto"/>
          </w:tcPr>
          <w:p w14:paraId="2B3A771B" w14:textId="55473AA3" w:rsidR="00B9348F" w:rsidRPr="00FA3EDF" w:rsidRDefault="00B9348F" w:rsidP="00FA3EDF">
            <w:pPr>
              <w:spacing w:before="20" w:after="20" w:line="259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A3EDF">
              <w:rPr>
                <w:color w:val="000000" w:themeColor="text1"/>
                <w:sz w:val="20"/>
                <w:szCs w:val="20"/>
              </w:rPr>
              <w:t>hilf:</w:t>
            </w:r>
          </w:p>
        </w:tc>
        <w:tc>
          <w:tcPr>
            <w:tcW w:w="950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CF8224B" w14:textId="7F51FAA1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6488F21" w14:textId="4B225635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8A7D6CE" w14:textId="4FC81D8C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9E8734E" w14:textId="6B0F94B0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59C4258" w14:textId="37F5C83D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6A9D6A0" w14:textId="186363BB" w:rsidR="00B9348F" w:rsidRPr="00FA3EDF" w:rsidRDefault="00B9348F" w:rsidP="00FA3EDF">
            <w:pPr>
              <w:spacing w:before="20" w:after="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EF1495" w:rsidRPr="00B2784E" w14:paraId="67B7E1D2" w14:textId="77777777" w:rsidTr="003E6D3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nil"/>
              <w:left w:val="nil"/>
              <w:bottom w:val="nil"/>
              <w:right w:val="single" w:sz="4" w:space="0" w:color="8EAADB" w:themeColor="accent1" w:themeTint="99"/>
            </w:tcBorders>
            <w:shd w:val="clear" w:color="auto" w:fill="FFFFFF" w:themeFill="background1"/>
            <w:vAlign w:val="center"/>
          </w:tcPr>
          <w:p w14:paraId="2AA221A3" w14:textId="77777777" w:rsidR="00B9348F" w:rsidRPr="00FA3EDF" w:rsidRDefault="00B9348F" w:rsidP="00FA3EDF">
            <w:pPr>
              <w:spacing w:before="20" w:after="20" w:line="259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nil"/>
            </w:tcBorders>
            <w:vAlign w:val="center"/>
          </w:tcPr>
          <w:p w14:paraId="28F144A8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4AE39DB9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1926A0F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79FB017E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2D753B1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8EAADB" w:themeColor="accent1" w:themeTint="99"/>
              <w:right w:val="nil"/>
            </w:tcBorders>
            <w:vAlign w:val="center"/>
          </w:tcPr>
          <w:p w14:paraId="0568554C" w14:textId="050FAAF5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</w:tcPr>
          <w:p w14:paraId="0E9CEEB9" w14:textId="77777777" w:rsidR="00B9348F" w:rsidRPr="00FA3EDF" w:rsidRDefault="00B9348F" w:rsidP="00FA3EDF">
            <w:pPr>
              <w:spacing w:before="20" w:after="20"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357EE5D5" w14:textId="2CF0D59D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6043DFD0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26EE1AB0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17828989" w14:textId="7BC693E4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nil"/>
            </w:tcBorders>
          </w:tcPr>
          <w:p w14:paraId="05E31E12" w14:textId="0708E85B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nil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5054F15" w14:textId="77777777" w:rsidR="00B9348F" w:rsidRPr="00FA3EDF" w:rsidRDefault="00B9348F" w:rsidP="00FA3EDF">
            <w:pPr>
              <w:spacing w:before="20" w:after="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14:paraId="4212FE3B" w14:textId="77777777" w:rsidR="008C0D94" w:rsidRDefault="008C0D94" w:rsidP="00A716E7">
      <w:pPr>
        <w:spacing w:after="0"/>
        <w:rPr>
          <w:b/>
          <w:bCs/>
        </w:rPr>
        <w:sectPr w:rsidR="008C0D94" w:rsidSect="009C21D3">
          <w:headerReference w:type="default" r:id="rId12"/>
          <w:footerReference w:type="default" r:id="rId13"/>
          <w:pgSz w:w="16838" w:h="11906" w:orient="landscape"/>
          <w:pgMar w:top="1843" w:right="1418" w:bottom="1134" w:left="1418" w:header="709" w:footer="709" w:gutter="0"/>
          <w:cols w:space="708"/>
          <w:docGrid w:linePitch="360"/>
        </w:sectPr>
      </w:pPr>
    </w:p>
    <w:p w14:paraId="5597FADD" w14:textId="128677FA" w:rsidR="00970575" w:rsidRDefault="00970575" w:rsidP="008C33D0"/>
    <w:sectPr w:rsidR="00970575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D0994" w14:textId="77777777" w:rsidR="0086640D" w:rsidRDefault="0086640D" w:rsidP="006D1346">
      <w:pPr>
        <w:spacing w:after="0" w:line="240" w:lineRule="auto"/>
      </w:pPr>
      <w:r>
        <w:separator/>
      </w:r>
    </w:p>
  </w:endnote>
  <w:endnote w:type="continuationSeparator" w:id="0">
    <w:p w14:paraId="7E2D243E" w14:textId="77777777" w:rsidR="0086640D" w:rsidRDefault="0086640D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978E1" w14:textId="2C34A900" w:rsidR="004850AB" w:rsidRPr="007E2D0D" w:rsidRDefault="001F622A" w:rsidP="00C279B4">
    <w:pPr>
      <w:pStyle w:val="Fuzeile"/>
      <w:tabs>
        <w:tab w:val="clear" w:pos="9072"/>
        <w:tab w:val="right" w:pos="14004"/>
      </w:tabs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2D13C6" wp14:editId="572EACB5">
          <wp:simplePos x="0" y="0"/>
          <wp:positionH relativeFrom="margin">
            <wp:posOffset>6985</wp:posOffset>
          </wp:positionH>
          <wp:positionV relativeFrom="paragraph">
            <wp:posOffset>-114935</wp:posOffset>
          </wp:positionV>
          <wp:extent cx="814705" cy="291465"/>
          <wp:effectExtent l="0" t="0" r="4445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87491"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C87491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04D7" w14:textId="77777777" w:rsidR="00C279B4" w:rsidRPr="007E2D0D" w:rsidRDefault="00C279B4" w:rsidP="00C279B4">
    <w:pPr>
      <w:pStyle w:val="Fuzeile"/>
      <w:tabs>
        <w:tab w:val="clear" w:pos="9072"/>
        <w:tab w:val="right" w:pos="14004"/>
      </w:tabs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454740A" wp14:editId="69597876">
          <wp:simplePos x="0" y="0"/>
          <wp:positionH relativeFrom="margin">
            <wp:posOffset>6985</wp:posOffset>
          </wp:positionH>
          <wp:positionV relativeFrom="paragraph">
            <wp:posOffset>-114935</wp:posOffset>
          </wp:positionV>
          <wp:extent cx="814705" cy="291465"/>
          <wp:effectExtent l="0" t="0" r="4445" b="0"/>
          <wp:wrapSquare wrapText="bothSides"/>
          <wp:docPr id="1818448242" name="Grafik 1818448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8448242" name="Grafik 18184482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72626" w14:textId="77777777" w:rsidR="00C279B4" w:rsidRPr="007E2D0D" w:rsidRDefault="00C279B4" w:rsidP="00C279B4">
    <w:pPr>
      <w:pStyle w:val="Fuzeile"/>
      <w:tabs>
        <w:tab w:val="clear" w:pos="9072"/>
        <w:tab w:val="right" w:pos="14004"/>
      </w:tabs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73BF2F4E" wp14:editId="10D51A41">
          <wp:simplePos x="0" y="0"/>
          <wp:positionH relativeFrom="margin">
            <wp:posOffset>6985</wp:posOffset>
          </wp:positionH>
          <wp:positionV relativeFrom="paragraph">
            <wp:posOffset>-114935</wp:posOffset>
          </wp:positionV>
          <wp:extent cx="814705" cy="291465"/>
          <wp:effectExtent l="0" t="0" r="4445" b="0"/>
          <wp:wrapSquare wrapText="bothSides"/>
          <wp:docPr id="84104826" name="Grafik 84104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04826" name="Grafik 841048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BB39" w14:textId="77777777" w:rsidR="009C21D3" w:rsidRPr="007E2D0D" w:rsidRDefault="009C21D3" w:rsidP="009C21D3">
    <w:pPr>
      <w:pStyle w:val="Fuzeile"/>
      <w:tabs>
        <w:tab w:val="clear" w:pos="4536"/>
        <w:tab w:val="clear" w:pos="9072"/>
        <w:tab w:val="center" w:pos="7371"/>
        <w:tab w:val="right" w:pos="14004"/>
      </w:tabs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38CC78F0" wp14:editId="54897C52">
          <wp:simplePos x="0" y="0"/>
          <wp:positionH relativeFrom="margin">
            <wp:posOffset>15875</wp:posOffset>
          </wp:positionH>
          <wp:positionV relativeFrom="paragraph">
            <wp:posOffset>-116205</wp:posOffset>
          </wp:positionV>
          <wp:extent cx="814705" cy="291465"/>
          <wp:effectExtent l="0" t="0" r="4445" b="0"/>
          <wp:wrapSquare wrapText="bothSides"/>
          <wp:docPr id="1081352472" name="Grafik 1081352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352472" name="Grafik 10813524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>
      <w:rPr>
        <w:color w:val="808080" w:themeColor="background1" w:themeShade="80"/>
        <w:sz w:val="20"/>
        <w:szCs w:val="20"/>
      </w:rPr>
      <w:t>Juni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03E42" w14:textId="4451E63F" w:rsidR="00AF35F2" w:rsidRPr="007E2D0D" w:rsidRDefault="00AF35F2" w:rsidP="00AF35F2">
    <w:pPr>
      <w:pStyle w:val="Fuzeile"/>
      <w:tabs>
        <w:tab w:val="clear" w:pos="9072"/>
        <w:tab w:val="right" w:pos="14004"/>
      </w:tabs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65612F35" wp14:editId="62522ABA">
          <wp:simplePos x="0" y="0"/>
          <wp:positionH relativeFrom="margin">
            <wp:posOffset>6985</wp:posOffset>
          </wp:positionH>
          <wp:positionV relativeFrom="paragraph">
            <wp:posOffset>-114935</wp:posOffset>
          </wp:positionV>
          <wp:extent cx="814705" cy="291465"/>
          <wp:effectExtent l="0" t="0" r="4445" b="0"/>
          <wp:wrapSquare wrapText="bothSides"/>
          <wp:docPr id="1949760009" name="Grafik 194976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60009" name="Grafik 19497600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9D0C84">
      <w:rPr>
        <w:color w:val="808080" w:themeColor="background1" w:themeShade="80"/>
        <w:sz w:val="20"/>
        <w:szCs w:val="20"/>
      </w:rPr>
      <w:t>Juli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0177" w14:textId="77777777" w:rsidR="0086640D" w:rsidRDefault="0086640D" w:rsidP="006D1346">
      <w:pPr>
        <w:spacing w:after="0" w:line="240" w:lineRule="auto"/>
      </w:pPr>
      <w:r>
        <w:separator/>
      </w:r>
    </w:p>
  </w:footnote>
  <w:footnote w:type="continuationSeparator" w:id="0">
    <w:p w14:paraId="7812880A" w14:textId="77777777" w:rsidR="0086640D" w:rsidRDefault="0086640D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FA6DB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0F2B3EF" wp14:editId="69EDB45C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9AC1A" w14:textId="77777777" w:rsidR="009C21D3" w:rsidRDefault="009C21D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71552" behindDoc="0" locked="0" layoutInCell="1" allowOverlap="1" wp14:anchorId="619C4A1E" wp14:editId="43D45796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1013703875" name="Grafik 10137038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56F2" w14:textId="77777777" w:rsidR="00AF35F2" w:rsidRDefault="00AF35F2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75648" behindDoc="0" locked="0" layoutInCell="1" allowOverlap="1" wp14:anchorId="601434CA" wp14:editId="023A100A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665660156" name="Grafik 665660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E2463"/>
    <w:multiLevelType w:val="hybridMultilevel"/>
    <w:tmpl w:val="0342590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E516E"/>
    <w:multiLevelType w:val="hybridMultilevel"/>
    <w:tmpl w:val="546AEB64"/>
    <w:lvl w:ilvl="0" w:tplc="E29E6E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0830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701D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2EAE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C8CF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E62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257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B4D4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286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531F49"/>
    <w:multiLevelType w:val="hybridMultilevel"/>
    <w:tmpl w:val="CAA47D6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232765"/>
    <w:multiLevelType w:val="hybridMultilevel"/>
    <w:tmpl w:val="7C728D3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5434F"/>
    <w:multiLevelType w:val="hybridMultilevel"/>
    <w:tmpl w:val="BF5CB6A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A2B7F"/>
    <w:multiLevelType w:val="hybridMultilevel"/>
    <w:tmpl w:val="4648A11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64366"/>
    <w:multiLevelType w:val="hybridMultilevel"/>
    <w:tmpl w:val="E1CABDB6"/>
    <w:lvl w:ilvl="0" w:tplc="74A43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425FA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28B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02B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2AF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AC6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6CA9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D8DB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B685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96B0C"/>
    <w:multiLevelType w:val="hybridMultilevel"/>
    <w:tmpl w:val="2C7A9244"/>
    <w:lvl w:ilvl="0" w:tplc="9E0837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87A51"/>
    <w:multiLevelType w:val="hybridMultilevel"/>
    <w:tmpl w:val="79206668"/>
    <w:lvl w:ilvl="0" w:tplc="049C21A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32792"/>
    <w:multiLevelType w:val="hybridMultilevel"/>
    <w:tmpl w:val="89B09F1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33D48"/>
    <w:multiLevelType w:val="hybridMultilevel"/>
    <w:tmpl w:val="613EE01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A31B7"/>
    <w:multiLevelType w:val="hybridMultilevel"/>
    <w:tmpl w:val="3B348F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93D60"/>
    <w:multiLevelType w:val="hybridMultilevel"/>
    <w:tmpl w:val="1022615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57427"/>
    <w:multiLevelType w:val="hybridMultilevel"/>
    <w:tmpl w:val="89B09F1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B62BB4"/>
    <w:multiLevelType w:val="hybridMultilevel"/>
    <w:tmpl w:val="A1163CF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D70E2D"/>
    <w:multiLevelType w:val="hybridMultilevel"/>
    <w:tmpl w:val="5AE8EB18"/>
    <w:lvl w:ilvl="0" w:tplc="60BA5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426672"/>
    <w:multiLevelType w:val="hybridMultilevel"/>
    <w:tmpl w:val="89B09F1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9253BC"/>
    <w:multiLevelType w:val="hybridMultilevel"/>
    <w:tmpl w:val="2C0E67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8618143">
    <w:abstractNumId w:val="28"/>
  </w:num>
  <w:num w:numId="2" w16cid:durableId="1667896635">
    <w:abstractNumId w:val="35"/>
  </w:num>
  <w:num w:numId="3" w16cid:durableId="503008050">
    <w:abstractNumId w:val="5"/>
  </w:num>
  <w:num w:numId="4" w16cid:durableId="2086612752">
    <w:abstractNumId w:val="33"/>
  </w:num>
  <w:num w:numId="5" w16cid:durableId="1605844906">
    <w:abstractNumId w:val="39"/>
  </w:num>
  <w:num w:numId="6" w16cid:durableId="1767991594">
    <w:abstractNumId w:val="37"/>
  </w:num>
  <w:num w:numId="7" w16cid:durableId="1664624705">
    <w:abstractNumId w:val="24"/>
  </w:num>
  <w:num w:numId="8" w16cid:durableId="2103453726">
    <w:abstractNumId w:val="19"/>
  </w:num>
  <w:num w:numId="9" w16cid:durableId="1967932064">
    <w:abstractNumId w:val="0"/>
  </w:num>
  <w:num w:numId="10" w16cid:durableId="586963675">
    <w:abstractNumId w:val="15"/>
  </w:num>
  <w:num w:numId="11" w16cid:durableId="1092629195">
    <w:abstractNumId w:val="2"/>
  </w:num>
  <w:num w:numId="12" w16cid:durableId="18552381">
    <w:abstractNumId w:val="34"/>
  </w:num>
  <w:num w:numId="13" w16cid:durableId="131557113">
    <w:abstractNumId w:val="1"/>
  </w:num>
  <w:num w:numId="14" w16cid:durableId="277105241">
    <w:abstractNumId w:val="10"/>
  </w:num>
  <w:num w:numId="15" w16cid:durableId="570164630">
    <w:abstractNumId w:val="12"/>
  </w:num>
  <w:num w:numId="16" w16cid:durableId="517620241">
    <w:abstractNumId w:val="22"/>
  </w:num>
  <w:num w:numId="17" w16cid:durableId="240336809">
    <w:abstractNumId w:val="14"/>
  </w:num>
  <w:num w:numId="18" w16cid:durableId="2088989558">
    <w:abstractNumId w:val="7"/>
  </w:num>
  <w:num w:numId="19" w16cid:durableId="1912814322">
    <w:abstractNumId w:val="3"/>
  </w:num>
  <w:num w:numId="20" w16cid:durableId="479734100">
    <w:abstractNumId w:val="38"/>
  </w:num>
  <w:num w:numId="21" w16cid:durableId="455100213">
    <w:abstractNumId w:val="27"/>
  </w:num>
  <w:num w:numId="22" w16cid:durableId="1257593142">
    <w:abstractNumId w:val="28"/>
    <w:lvlOverride w:ilvl="0">
      <w:startOverride w:val="1"/>
    </w:lvlOverride>
  </w:num>
  <w:num w:numId="23" w16cid:durableId="1463959948">
    <w:abstractNumId w:val="28"/>
    <w:lvlOverride w:ilvl="0">
      <w:startOverride w:val="1"/>
    </w:lvlOverride>
  </w:num>
  <w:num w:numId="24" w16cid:durableId="461581740">
    <w:abstractNumId w:val="28"/>
    <w:lvlOverride w:ilvl="0">
      <w:startOverride w:val="1"/>
    </w:lvlOverride>
  </w:num>
  <w:num w:numId="25" w16cid:durableId="1457405052">
    <w:abstractNumId w:val="28"/>
    <w:lvlOverride w:ilvl="0">
      <w:startOverride w:val="1"/>
    </w:lvlOverride>
  </w:num>
  <w:num w:numId="26" w16cid:durableId="1015037702">
    <w:abstractNumId w:val="31"/>
  </w:num>
  <w:num w:numId="27" w16cid:durableId="1694769063">
    <w:abstractNumId w:val="4"/>
  </w:num>
  <w:num w:numId="28" w16cid:durableId="688483773">
    <w:abstractNumId w:val="21"/>
  </w:num>
  <w:num w:numId="29" w16cid:durableId="2006593795">
    <w:abstractNumId w:val="25"/>
  </w:num>
  <w:num w:numId="30" w16cid:durableId="788352505">
    <w:abstractNumId w:val="36"/>
  </w:num>
  <w:num w:numId="31" w16cid:durableId="910038991">
    <w:abstractNumId w:val="13"/>
  </w:num>
  <w:num w:numId="32" w16cid:durableId="1167358578">
    <w:abstractNumId w:val="18"/>
  </w:num>
  <w:num w:numId="33" w16cid:durableId="2079280163">
    <w:abstractNumId w:val="32"/>
  </w:num>
  <w:num w:numId="34" w16cid:durableId="1394506644">
    <w:abstractNumId w:val="26"/>
  </w:num>
  <w:num w:numId="35" w16cid:durableId="908929882">
    <w:abstractNumId w:val="20"/>
  </w:num>
  <w:num w:numId="36" w16cid:durableId="1591548567">
    <w:abstractNumId w:val="29"/>
  </w:num>
  <w:num w:numId="37" w16cid:durableId="419303485">
    <w:abstractNumId w:val="11"/>
  </w:num>
  <w:num w:numId="38" w16cid:durableId="215089755">
    <w:abstractNumId w:val="23"/>
  </w:num>
  <w:num w:numId="39" w16cid:durableId="1655990559">
    <w:abstractNumId w:val="9"/>
  </w:num>
  <w:num w:numId="40" w16cid:durableId="1002514311">
    <w:abstractNumId w:val="6"/>
  </w:num>
  <w:num w:numId="41" w16cid:durableId="1016660842">
    <w:abstractNumId w:val="16"/>
  </w:num>
  <w:num w:numId="42" w16cid:durableId="1497258700">
    <w:abstractNumId w:val="17"/>
  </w:num>
  <w:num w:numId="43" w16cid:durableId="928123564">
    <w:abstractNumId w:val="8"/>
  </w:num>
  <w:num w:numId="44" w16cid:durableId="11680631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29"/>
    <w:rsid w:val="0000775F"/>
    <w:rsid w:val="000127AC"/>
    <w:rsid w:val="00017751"/>
    <w:rsid w:val="00022674"/>
    <w:rsid w:val="0002338D"/>
    <w:rsid w:val="00026157"/>
    <w:rsid w:val="00041C3E"/>
    <w:rsid w:val="00071419"/>
    <w:rsid w:val="00072ED2"/>
    <w:rsid w:val="00087065"/>
    <w:rsid w:val="0009052B"/>
    <w:rsid w:val="00091E36"/>
    <w:rsid w:val="0009239A"/>
    <w:rsid w:val="000A3B0C"/>
    <w:rsid w:val="000A3B3B"/>
    <w:rsid w:val="000A7494"/>
    <w:rsid w:val="000B134D"/>
    <w:rsid w:val="000B40B0"/>
    <w:rsid w:val="000C5871"/>
    <w:rsid w:val="000C722C"/>
    <w:rsid w:val="000F2F69"/>
    <w:rsid w:val="00126D3F"/>
    <w:rsid w:val="001331BF"/>
    <w:rsid w:val="001343B0"/>
    <w:rsid w:val="00145650"/>
    <w:rsid w:val="00154542"/>
    <w:rsid w:val="001547A7"/>
    <w:rsid w:val="0016779E"/>
    <w:rsid w:val="001705D1"/>
    <w:rsid w:val="00181228"/>
    <w:rsid w:val="00186A5F"/>
    <w:rsid w:val="00194AFD"/>
    <w:rsid w:val="001C276D"/>
    <w:rsid w:val="001C2D07"/>
    <w:rsid w:val="001C4EF5"/>
    <w:rsid w:val="001E7481"/>
    <w:rsid w:val="001F2673"/>
    <w:rsid w:val="001F4957"/>
    <w:rsid w:val="001F51A6"/>
    <w:rsid w:val="001F622A"/>
    <w:rsid w:val="00216A59"/>
    <w:rsid w:val="00221D28"/>
    <w:rsid w:val="00221D86"/>
    <w:rsid w:val="002268E9"/>
    <w:rsid w:val="00236953"/>
    <w:rsid w:val="00244639"/>
    <w:rsid w:val="00264EA1"/>
    <w:rsid w:val="00271129"/>
    <w:rsid w:val="002B630F"/>
    <w:rsid w:val="002C6BEA"/>
    <w:rsid w:val="002D5308"/>
    <w:rsid w:val="00303299"/>
    <w:rsid w:val="003179DB"/>
    <w:rsid w:val="00323890"/>
    <w:rsid w:val="00330DB0"/>
    <w:rsid w:val="00334221"/>
    <w:rsid w:val="0035676B"/>
    <w:rsid w:val="00365AC1"/>
    <w:rsid w:val="00381B15"/>
    <w:rsid w:val="00382027"/>
    <w:rsid w:val="003906DC"/>
    <w:rsid w:val="00394CAB"/>
    <w:rsid w:val="003A337B"/>
    <w:rsid w:val="003B7431"/>
    <w:rsid w:val="003C6155"/>
    <w:rsid w:val="003D321C"/>
    <w:rsid w:val="003E4F79"/>
    <w:rsid w:val="003E6D38"/>
    <w:rsid w:val="003F3EC1"/>
    <w:rsid w:val="003F45B4"/>
    <w:rsid w:val="003F5E3B"/>
    <w:rsid w:val="00410F83"/>
    <w:rsid w:val="00412C43"/>
    <w:rsid w:val="00415B86"/>
    <w:rsid w:val="0042385F"/>
    <w:rsid w:val="00445135"/>
    <w:rsid w:val="00455335"/>
    <w:rsid w:val="00477907"/>
    <w:rsid w:val="0048064A"/>
    <w:rsid w:val="004850AB"/>
    <w:rsid w:val="00494093"/>
    <w:rsid w:val="004A27B0"/>
    <w:rsid w:val="004A7590"/>
    <w:rsid w:val="004B0D19"/>
    <w:rsid w:val="004B35A7"/>
    <w:rsid w:val="004C259A"/>
    <w:rsid w:val="004C70EF"/>
    <w:rsid w:val="004C7C64"/>
    <w:rsid w:val="004E79ED"/>
    <w:rsid w:val="004F054E"/>
    <w:rsid w:val="004F1042"/>
    <w:rsid w:val="005110F3"/>
    <w:rsid w:val="005122CD"/>
    <w:rsid w:val="0053180A"/>
    <w:rsid w:val="00532395"/>
    <w:rsid w:val="00533804"/>
    <w:rsid w:val="00535B93"/>
    <w:rsid w:val="00542FFC"/>
    <w:rsid w:val="00543A73"/>
    <w:rsid w:val="0054776E"/>
    <w:rsid w:val="00552C98"/>
    <w:rsid w:val="00554E24"/>
    <w:rsid w:val="00564A98"/>
    <w:rsid w:val="005669D5"/>
    <w:rsid w:val="005A2648"/>
    <w:rsid w:val="005B1347"/>
    <w:rsid w:val="005B359C"/>
    <w:rsid w:val="005B3844"/>
    <w:rsid w:val="005D62C8"/>
    <w:rsid w:val="005E301E"/>
    <w:rsid w:val="005E5D30"/>
    <w:rsid w:val="005F6623"/>
    <w:rsid w:val="00600140"/>
    <w:rsid w:val="00625162"/>
    <w:rsid w:val="00633A56"/>
    <w:rsid w:val="0063498A"/>
    <w:rsid w:val="0064620E"/>
    <w:rsid w:val="006464A2"/>
    <w:rsid w:val="00657C0C"/>
    <w:rsid w:val="00660AA5"/>
    <w:rsid w:val="00663FCA"/>
    <w:rsid w:val="006771E0"/>
    <w:rsid w:val="00693FB8"/>
    <w:rsid w:val="00694F29"/>
    <w:rsid w:val="006B2673"/>
    <w:rsid w:val="006B39C8"/>
    <w:rsid w:val="006C7C09"/>
    <w:rsid w:val="006D1346"/>
    <w:rsid w:val="006D2CB4"/>
    <w:rsid w:val="006E07FD"/>
    <w:rsid w:val="006F44AA"/>
    <w:rsid w:val="006F7C91"/>
    <w:rsid w:val="0070115D"/>
    <w:rsid w:val="00705A43"/>
    <w:rsid w:val="00711004"/>
    <w:rsid w:val="00725A4D"/>
    <w:rsid w:val="007320A3"/>
    <w:rsid w:val="007459EB"/>
    <w:rsid w:val="0074626D"/>
    <w:rsid w:val="0075168C"/>
    <w:rsid w:val="007674A3"/>
    <w:rsid w:val="00767591"/>
    <w:rsid w:val="0078221F"/>
    <w:rsid w:val="0078342D"/>
    <w:rsid w:val="00792F44"/>
    <w:rsid w:val="00793006"/>
    <w:rsid w:val="007A30C5"/>
    <w:rsid w:val="007A35A1"/>
    <w:rsid w:val="007A3637"/>
    <w:rsid w:val="007B6C0A"/>
    <w:rsid w:val="007D022E"/>
    <w:rsid w:val="007D47CE"/>
    <w:rsid w:val="007D5DFE"/>
    <w:rsid w:val="007D72BF"/>
    <w:rsid w:val="007E02CA"/>
    <w:rsid w:val="007E1810"/>
    <w:rsid w:val="007E2D0D"/>
    <w:rsid w:val="007F46C9"/>
    <w:rsid w:val="0080709D"/>
    <w:rsid w:val="00815F47"/>
    <w:rsid w:val="0081760F"/>
    <w:rsid w:val="00830423"/>
    <w:rsid w:val="00834AC0"/>
    <w:rsid w:val="008422C7"/>
    <w:rsid w:val="00844EA0"/>
    <w:rsid w:val="00847375"/>
    <w:rsid w:val="0085078E"/>
    <w:rsid w:val="008508C6"/>
    <w:rsid w:val="00853602"/>
    <w:rsid w:val="00857C67"/>
    <w:rsid w:val="00861D35"/>
    <w:rsid w:val="0086640D"/>
    <w:rsid w:val="00867C1D"/>
    <w:rsid w:val="00871052"/>
    <w:rsid w:val="0088011A"/>
    <w:rsid w:val="008846ED"/>
    <w:rsid w:val="008A360B"/>
    <w:rsid w:val="008A50D5"/>
    <w:rsid w:val="008A5868"/>
    <w:rsid w:val="008A6407"/>
    <w:rsid w:val="008B14DF"/>
    <w:rsid w:val="008B63DB"/>
    <w:rsid w:val="008C0D94"/>
    <w:rsid w:val="008C33D0"/>
    <w:rsid w:val="008D4705"/>
    <w:rsid w:val="008D7F6C"/>
    <w:rsid w:val="008F2A39"/>
    <w:rsid w:val="0092778F"/>
    <w:rsid w:val="009509DF"/>
    <w:rsid w:val="00960F95"/>
    <w:rsid w:val="00970575"/>
    <w:rsid w:val="00983AC1"/>
    <w:rsid w:val="0099220E"/>
    <w:rsid w:val="00997D2B"/>
    <w:rsid w:val="009A68B4"/>
    <w:rsid w:val="009B1F75"/>
    <w:rsid w:val="009C21D3"/>
    <w:rsid w:val="009D0A7B"/>
    <w:rsid w:val="009D0C84"/>
    <w:rsid w:val="009E1FF5"/>
    <w:rsid w:val="009F4539"/>
    <w:rsid w:val="00A00FBD"/>
    <w:rsid w:val="00A01422"/>
    <w:rsid w:val="00A061E9"/>
    <w:rsid w:val="00A067CF"/>
    <w:rsid w:val="00A20227"/>
    <w:rsid w:val="00A21F57"/>
    <w:rsid w:val="00A25C05"/>
    <w:rsid w:val="00A36CBF"/>
    <w:rsid w:val="00A43086"/>
    <w:rsid w:val="00A51F1B"/>
    <w:rsid w:val="00A716E7"/>
    <w:rsid w:val="00A84275"/>
    <w:rsid w:val="00A86230"/>
    <w:rsid w:val="00A96FA9"/>
    <w:rsid w:val="00AA2DF7"/>
    <w:rsid w:val="00AA35A0"/>
    <w:rsid w:val="00AA432E"/>
    <w:rsid w:val="00AC1651"/>
    <w:rsid w:val="00AC2022"/>
    <w:rsid w:val="00AC5E66"/>
    <w:rsid w:val="00AF1ECF"/>
    <w:rsid w:val="00AF35F2"/>
    <w:rsid w:val="00B07884"/>
    <w:rsid w:val="00B2784E"/>
    <w:rsid w:val="00B41E1A"/>
    <w:rsid w:val="00B4467E"/>
    <w:rsid w:val="00B45DB5"/>
    <w:rsid w:val="00B56A59"/>
    <w:rsid w:val="00B65416"/>
    <w:rsid w:val="00B72999"/>
    <w:rsid w:val="00B73C44"/>
    <w:rsid w:val="00B7608A"/>
    <w:rsid w:val="00B83925"/>
    <w:rsid w:val="00B92DDF"/>
    <w:rsid w:val="00B9348F"/>
    <w:rsid w:val="00BB0D24"/>
    <w:rsid w:val="00BB7AF4"/>
    <w:rsid w:val="00BC374D"/>
    <w:rsid w:val="00C020BB"/>
    <w:rsid w:val="00C028EE"/>
    <w:rsid w:val="00C1549E"/>
    <w:rsid w:val="00C26C50"/>
    <w:rsid w:val="00C279B4"/>
    <w:rsid w:val="00C3090D"/>
    <w:rsid w:val="00C35EAF"/>
    <w:rsid w:val="00C438CB"/>
    <w:rsid w:val="00C55DA1"/>
    <w:rsid w:val="00C63CBF"/>
    <w:rsid w:val="00C70DED"/>
    <w:rsid w:val="00C74D4B"/>
    <w:rsid w:val="00C84CC4"/>
    <w:rsid w:val="00C8624D"/>
    <w:rsid w:val="00C87491"/>
    <w:rsid w:val="00CA7665"/>
    <w:rsid w:val="00CC05C6"/>
    <w:rsid w:val="00CC6DC4"/>
    <w:rsid w:val="00CD39DA"/>
    <w:rsid w:val="00CF3B4C"/>
    <w:rsid w:val="00CF74F3"/>
    <w:rsid w:val="00D01058"/>
    <w:rsid w:val="00D04197"/>
    <w:rsid w:val="00D10AC8"/>
    <w:rsid w:val="00D10AFC"/>
    <w:rsid w:val="00D31457"/>
    <w:rsid w:val="00D33E38"/>
    <w:rsid w:val="00D46D54"/>
    <w:rsid w:val="00D57FD5"/>
    <w:rsid w:val="00D65379"/>
    <w:rsid w:val="00D71DD8"/>
    <w:rsid w:val="00D72C64"/>
    <w:rsid w:val="00D72D0B"/>
    <w:rsid w:val="00D775E8"/>
    <w:rsid w:val="00D80666"/>
    <w:rsid w:val="00D925C4"/>
    <w:rsid w:val="00D94419"/>
    <w:rsid w:val="00DA15FD"/>
    <w:rsid w:val="00DB6B42"/>
    <w:rsid w:val="00DC4828"/>
    <w:rsid w:val="00DC7570"/>
    <w:rsid w:val="00DD1E15"/>
    <w:rsid w:val="00DD7F1B"/>
    <w:rsid w:val="00DE3722"/>
    <w:rsid w:val="00DE3D6A"/>
    <w:rsid w:val="00DF56A6"/>
    <w:rsid w:val="00DF5A5C"/>
    <w:rsid w:val="00E032F5"/>
    <w:rsid w:val="00E10441"/>
    <w:rsid w:val="00E22F60"/>
    <w:rsid w:val="00E34A08"/>
    <w:rsid w:val="00E34AF1"/>
    <w:rsid w:val="00E36D04"/>
    <w:rsid w:val="00E433F6"/>
    <w:rsid w:val="00E53CB9"/>
    <w:rsid w:val="00E631A4"/>
    <w:rsid w:val="00E64B3F"/>
    <w:rsid w:val="00E67B23"/>
    <w:rsid w:val="00E67E88"/>
    <w:rsid w:val="00E700F0"/>
    <w:rsid w:val="00E812D8"/>
    <w:rsid w:val="00EB5F95"/>
    <w:rsid w:val="00EC6E4C"/>
    <w:rsid w:val="00EC7735"/>
    <w:rsid w:val="00ED57D5"/>
    <w:rsid w:val="00ED61D9"/>
    <w:rsid w:val="00EF0090"/>
    <w:rsid w:val="00EF1495"/>
    <w:rsid w:val="00EF42B2"/>
    <w:rsid w:val="00F04A61"/>
    <w:rsid w:val="00F05A7C"/>
    <w:rsid w:val="00F24D0B"/>
    <w:rsid w:val="00F37CED"/>
    <w:rsid w:val="00F4076B"/>
    <w:rsid w:val="00F65F18"/>
    <w:rsid w:val="00F7333F"/>
    <w:rsid w:val="00F774FF"/>
    <w:rsid w:val="00F80994"/>
    <w:rsid w:val="00F82307"/>
    <w:rsid w:val="00F83728"/>
    <w:rsid w:val="00FA3EDF"/>
    <w:rsid w:val="00FA578B"/>
    <w:rsid w:val="00FB3A83"/>
    <w:rsid w:val="00FB50E4"/>
    <w:rsid w:val="00FC1954"/>
    <w:rsid w:val="00FC65EA"/>
    <w:rsid w:val="00FD78F3"/>
    <w:rsid w:val="00FD7F45"/>
    <w:rsid w:val="00FE22DE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C09C6"/>
  <w15:chartTrackingRefBased/>
  <w15:docId w15:val="{6A2843BD-1165-49FD-8385-771E4D17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3637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Platzhaltertext">
    <w:name w:val="Placeholder Text"/>
    <w:basedOn w:val="Absatz-Standardschriftart"/>
    <w:uiPriority w:val="99"/>
    <w:semiHidden/>
    <w:rsid w:val="0085078E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6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8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29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83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7</Pages>
  <Words>397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6</cp:revision>
  <cp:lastPrinted>2025-06-25T12:50:00Z</cp:lastPrinted>
  <dcterms:created xsi:type="dcterms:W3CDTF">2025-06-25T12:23:00Z</dcterms:created>
  <dcterms:modified xsi:type="dcterms:W3CDTF">2025-06-25T12:51:00Z</dcterms:modified>
</cp:coreProperties>
</file>